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54E" w:rsidRDefault="00E1754E" w:rsidP="00C84F5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  <w:bookmarkStart w:id="0" w:name="_GoBack"/>
      <w:bookmarkEnd w:id="0"/>
      <w:r w:rsidRPr="00551546">
        <w:rPr>
          <w:rFonts w:ascii="Garamond" w:hAnsi="Garamond" w:cs="Arial"/>
          <w:b/>
          <w:sz w:val="24"/>
          <w:szCs w:val="24"/>
        </w:rPr>
        <w:t>Társulási megállapodás</w:t>
      </w:r>
    </w:p>
    <w:p w:rsidR="00E1754E" w:rsidRPr="00551546" w:rsidRDefault="00E1754E" w:rsidP="00C84F5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(módosítás)</w:t>
      </w:r>
    </w:p>
    <w:p w:rsidR="00E1754E" w:rsidRPr="00551546" w:rsidRDefault="00E1754E" w:rsidP="00C84F50">
      <w:pPr>
        <w:spacing w:after="0" w:line="240" w:lineRule="auto"/>
        <w:jc w:val="center"/>
        <w:rPr>
          <w:rFonts w:ascii="Garamond" w:hAnsi="Garamond" w:cs="Arial"/>
          <w:i/>
          <w:sz w:val="24"/>
          <w:szCs w:val="24"/>
          <w:lang w:eastAsia="hu-HU"/>
        </w:rPr>
      </w:pPr>
    </w:p>
    <w:p w:rsidR="00E1754E" w:rsidRPr="00551546" w:rsidRDefault="00E1754E" w:rsidP="00C84F50">
      <w:p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551546">
        <w:rPr>
          <w:rFonts w:ascii="Garamond" w:hAnsi="Garamond"/>
          <w:b/>
          <w:sz w:val="24"/>
          <w:szCs w:val="24"/>
        </w:rPr>
        <w:t>amely értelmében a jelen okirat 4. pontjában megnevezett önkormányzatok (továbbiakban: tagok) Magyarország helyi önkormányzatairól szóló 2011. évi CLXXXIX. törvény IV. fejezete alapján - önkormányzati társulást hoznak létre az önkormányzati közszolgáltatások színvonalának kiegyenlítettebb megvalósítása céljából.</w:t>
      </w:r>
    </w:p>
    <w:p w:rsidR="00E1754E" w:rsidRDefault="00E1754E" w:rsidP="00C84F50"/>
    <w:p w:rsidR="00E1754E" w:rsidRPr="00AE3812" w:rsidRDefault="00E1754E" w:rsidP="00C84F50">
      <w:pPr>
        <w:rPr>
          <w:rFonts w:ascii="Garamond" w:hAnsi="Garamond"/>
          <w:sz w:val="24"/>
          <w:szCs w:val="24"/>
        </w:rPr>
      </w:pPr>
      <w:smartTag w:uri="urn:schemas-microsoft-com:office:smarttags" w:element="metricconverter">
        <w:smartTagPr>
          <w:attr w:name="ProductID" w:val="1. A"/>
        </w:smartTagPr>
        <w:r>
          <w:rPr>
            <w:rFonts w:ascii="Garamond" w:hAnsi="Garamond"/>
            <w:sz w:val="24"/>
            <w:szCs w:val="24"/>
          </w:rPr>
          <w:t>1. A</w:t>
        </w:r>
      </w:smartTag>
      <w:r>
        <w:rPr>
          <w:rFonts w:ascii="Garamond" w:hAnsi="Garamond"/>
          <w:sz w:val="24"/>
          <w:szCs w:val="24"/>
        </w:rPr>
        <w:t xml:space="preserve"> társulási megállapodás 11.1.2</w:t>
      </w:r>
      <w:r w:rsidRPr="00AE3812">
        <w:rPr>
          <w:rFonts w:ascii="Garamond" w:hAnsi="Garamond"/>
          <w:sz w:val="24"/>
          <w:szCs w:val="24"/>
        </w:rPr>
        <w:t xml:space="preserve"> pontja a következők szerint módosul</w:t>
      </w:r>
      <w:r>
        <w:rPr>
          <w:rFonts w:ascii="Garamond" w:hAnsi="Garamond"/>
          <w:sz w:val="24"/>
          <w:szCs w:val="24"/>
        </w:rPr>
        <w:t>:</w:t>
      </w:r>
    </w:p>
    <w:p w:rsidR="00E1754E" w:rsidRPr="00CD7CF8" w:rsidRDefault="00E1754E" w:rsidP="0014503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„</w:t>
      </w:r>
      <w:r w:rsidRPr="00CD7CF8">
        <w:rPr>
          <w:rFonts w:ascii="Garamond" w:hAnsi="Garamond"/>
          <w:sz w:val="24"/>
          <w:szCs w:val="24"/>
        </w:rPr>
        <w:t>11.1.2. Döntéshozatal általános szabályai</w:t>
      </w:r>
    </w:p>
    <w:p w:rsidR="00E1754E" w:rsidRPr="00CD7CF8" w:rsidRDefault="00E1754E" w:rsidP="00145034">
      <w:pPr>
        <w:jc w:val="both"/>
        <w:rPr>
          <w:rFonts w:ascii="Garamond" w:hAnsi="Garamond"/>
          <w:sz w:val="24"/>
          <w:szCs w:val="24"/>
        </w:rPr>
      </w:pPr>
      <w:r w:rsidRPr="002B4CE3">
        <w:rPr>
          <w:rFonts w:ascii="Garamond" w:hAnsi="Garamond"/>
          <w:b/>
          <w:sz w:val="24"/>
          <w:szCs w:val="24"/>
        </w:rPr>
        <w:t>A társulási tanács minden tagja egy szavazattal rendelkezik</w:t>
      </w:r>
      <w:r>
        <w:rPr>
          <w:rFonts w:ascii="Garamond" w:hAnsi="Garamond"/>
          <w:sz w:val="24"/>
          <w:szCs w:val="24"/>
        </w:rPr>
        <w:t>.”</w:t>
      </w:r>
    </w:p>
    <w:p w:rsidR="00E1754E" w:rsidRDefault="00E1754E" w:rsidP="00145034">
      <w:pPr>
        <w:jc w:val="both"/>
        <w:rPr>
          <w:rFonts w:ascii="Garamond" w:hAnsi="Garamond"/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>
          <w:rPr>
            <w:rFonts w:ascii="Garamond" w:hAnsi="Garamond"/>
            <w:sz w:val="24"/>
            <w:szCs w:val="24"/>
          </w:rPr>
          <w:t>2. A</w:t>
        </w:r>
      </w:smartTag>
      <w:r>
        <w:rPr>
          <w:rFonts w:ascii="Garamond" w:hAnsi="Garamond"/>
          <w:sz w:val="24"/>
          <w:szCs w:val="24"/>
        </w:rPr>
        <w:t xml:space="preserve"> társulási megállapodás 11.1.3. pontja a következők szerint módosul:</w:t>
      </w:r>
    </w:p>
    <w:p w:rsidR="00E1754E" w:rsidRPr="00CD7CF8" w:rsidRDefault="00E1754E" w:rsidP="00145034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„</w:t>
      </w:r>
      <w:r w:rsidRPr="00CD7CF8">
        <w:rPr>
          <w:rFonts w:ascii="Garamond" w:hAnsi="Garamond"/>
          <w:sz w:val="24"/>
          <w:szCs w:val="24"/>
        </w:rPr>
        <w:t>11.1.3.</w:t>
      </w:r>
    </w:p>
    <w:p w:rsidR="00E1754E" w:rsidRPr="00145034" w:rsidRDefault="00E1754E" w:rsidP="00145034">
      <w:pPr>
        <w:jc w:val="both"/>
        <w:rPr>
          <w:rFonts w:ascii="Garamond" w:hAnsi="Garamond"/>
          <w:b/>
          <w:sz w:val="24"/>
          <w:szCs w:val="24"/>
        </w:rPr>
      </w:pPr>
      <w:r w:rsidRPr="00145034">
        <w:rPr>
          <w:rFonts w:ascii="Garamond" w:hAnsi="Garamond"/>
          <w:b/>
          <w:sz w:val="24"/>
          <w:szCs w:val="24"/>
        </w:rPr>
        <w:t>A Társulási Tanács határozatképes, ha</w:t>
      </w:r>
      <w:r>
        <w:rPr>
          <w:rFonts w:ascii="Garamond" w:hAnsi="Garamond"/>
          <w:b/>
          <w:sz w:val="24"/>
          <w:szCs w:val="24"/>
        </w:rPr>
        <w:t xml:space="preserve"> legalább a szavazatok több mint</w:t>
      </w:r>
      <w:r w:rsidRPr="00145034">
        <w:rPr>
          <w:rFonts w:ascii="Garamond" w:hAnsi="Garamond"/>
          <w:b/>
          <w:sz w:val="24"/>
          <w:szCs w:val="24"/>
        </w:rPr>
        <w:t xml:space="preserve"> felével rendelkező tag jelen van.</w:t>
      </w:r>
    </w:p>
    <w:p w:rsidR="00E1754E" w:rsidRPr="00CD7CF8" w:rsidRDefault="00E1754E" w:rsidP="00145034">
      <w:pPr>
        <w:jc w:val="both"/>
        <w:rPr>
          <w:rFonts w:ascii="Garamond" w:hAnsi="Garamond"/>
          <w:sz w:val="24"/>
          <w:szCs w:val="24"/>
        </w:rPr>
      </w:pPr>
      <w:r w:rsidRPr="00CD7CF8">
        <w:rPr>
          <w:rFonts w:ascii="Garamond" w:hAnsi="Garamond"/>
          <w:sz w:val="24"/>
          <w:szCs w:val="24"/>
        </w:rPr>
        <w:t xml:space="preserve">A Társulási Tanács döntéseit egyszerű többséggel hozza. A döntés meghozatalához legalább annyi tag igen szavazat szükséges, amely meghaladja a jelen lévő tagok szavazatainak a felét és az általuk képviselt települések lakosságszámának egyharmadát.     </w:t>
      </w:r>
    </w:p>
    <w:p w:rsidR="00E1754E" w:rsidRPr="00CD7CF8" w:rsidRDefault="00E1754E" w:rsidP="00145034">
      <w:pPr>
        <w:autoSpaceDE w:val="0"/>
        <w:autoSpaceDN w:val="0"/>
        <w:adjustRightInd w:val="0"/>
        <w:jc w:val="both"/>
        <w:outlineLvl w:val="0"/>
        <w:rPr>
          <w:rFonts w:ascii="Garamond" w:hAnsi="Garamond"/>
          <w:bCs/>
          <w:sz w:val="24"/>
          <w:szCs w:val="24"/>
        </w:rPr>
      </w:pPr>
      <w:r w:rsidRPr="00CD7CF8">
        <w:rPr>
          <w:rFonts w:ascii="Garamond" w:hAnsi="Garamond"/>
          <w:bCs/>
          <w:sz w:val="24"/>
          <w:szCs w:val="24"/>
        </w:rPr>
        <w:t>A Társulási Tanács minősített többséggel hozott döntése szükséges:</w:t>
      </w:r>
    </w:p>
    <w:p w:rsidR="00E1754E" w:rsidRPr="00CD7CF8" w:rsidRDefault="00E1754E" w:rsidP="00145034">
      <w:pPr>
        <w:tabs>
          <w:tab w:val="left" w:pos="360"/>
          <w:tab w:val="left" w:pos="720"/>
        </w:tabs>
        <w:ind w:hanging="708"/>
        <w:rPr>
          <w:rFonts w:ascii="Garamond" w:hAnsi="Garamond"/>
          <w:sz w:val="24"/>
          <w:szCs w:val="24"/>
        </w:rPr>
      </w:pPr>
      <w:r>
        <w:rPr>
          <w:rFonts w:ascii="Garamond" w:hAnsi="Garamond"/>
          <w:iCs/>
          <w:sz w:val="24"/>
          <w:szCs w:val="24"/>
        </w:rPr>
        <w:tab/>
        <w:t>a</w:t>
      </w:r>
      <w:r w:rsidRPr="00CD7CF8">
        <w:rPr>
          <w:rFonts w:ascii="Garamond" w:hAnsi="Garamond"/>
          <w:iCs/>
          <w:sz w:val="24"/>
          <w:szCs w:val="24"/>
        </w:rPr>
        <w:t>)</w:t>
      </w:r>
      <w:r w:rsidRPr="00CD7CF8">
        <w:rPr>
          <w:rFonts w:ascii="Garamond" w:hAnsi="Garamond"/>
          <w:iCs/>
          <w:sz w:val="24"/>
          <w:szCs w:val="24"/>
        </w:rPr>
        <w:tab/>
      </w:r>
      <w:r w:rsidRPr="00CD7CF8">
        <w:rPr>
          <w:rFonts w:ascii="Garamond" w:hAnsi="Garamond"/>
          <w:sz w:val="24"/>
          <w:szCs w:val="24"/>
        </w:rPr>
        <w:t>zárt ülés elrendeléséhez, ha a vagyonával való rendelkezés és az általa kiírt pályázati tárgyalásakor, ha a nyilvános tárgyalás üzleti érdeket sértene;</w:t>
      </w:r>
    </w:p>
    <w:p w:rsidR="00E1754E" w:rsidRPr="00CD7CF8" w:rsidRDefault="00E1754E" w:rsidP="00145034">
      <w:pPr>
        <w:tabs>
          <w:tab w:val="left" w:pos="360"/>
        </w:tabs>
        <w:autoSpaceDE w:val="0"/>
        <w:autoSpaceDN w:val="0"/>
        <w:adjustRightInd w:val="0"/>
        <w:jc w:val="both"/>
        <w:outlineLvl w:val="0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iCs/>
          <w:sz w:val="24"/>
          <w:szCs w:val="24"/>
        </w:rPr>
        <w:t>b</w:t>
      </w:r>
      <w:r w:rsidRPr="00CD7CF8">
        <w:rPr>
          <w:rFonts w:ascii="Garamond" w:hAnsi="Garamond"/>
          <w:bCs/>
          <w:iCs/>
          <w:sz w:val="24"/>
          <w:szCs w:val="24"/>
        </w:rPr>
        <w:t>)</w:t>
      </w:r>
      <w:r w:rsidRPr="00CD7CF8">
        <w:rPr>
          <w:rFonts w:ascii="Garamond" w:hAnsi="Garamond"/>
          <w:bCs/>
          <w:iCs/>
          <w:sz w:val="24"/>
          <w:szCs w:val="24"/>
        </w:rPr>
        <w:tab/>
      </w:r>
      <w:r w:rsidRPr="00CD7CF8">
        <w:rPr>
          <w:rFonts w:ascii="Garamond" w:hAnsi="Garamond"/>
          <w:bCs/>
          <w:sz w:val="24"/>
          <w:szCs w:val="24"/>
        </w:rPr>
        <w:t xml:space="preserve">a hatáskörébe utalt választás, kinevezés, felmentés, vezetői megbízatás adása, illetőleg visszavonása, fegyelmi eljárás megindítása, fegyelmi büntetés kiszabása; </w:t>
      </w:r>
    </w:p>
    <w:p w:rsidR="00E1754E" w:rsidRPr="00CD7CF8" w:rsidRDefault="00E1754E" w:rsidP="00145034">
      <w:pPr>
        <w:tabs>
          <w:tab w:val="left" w:pos="720"/>
        </w:tabs>
        <w:autoSpaceDE w:val="0"/>
        <w:autoSpaceDN w:val="0"/>
        <w:adjustRightInd w:val="0"/>
        <w:jc w:val="both"/>
        <w:outlineLvl w:val="0"/>
        <w:rPr>
          <w:rFonts w:ascii="Garamond" w:hAnsi="Garamond"/>
          <w:bCs/>
          <w:sz w:val="24"/>
          <w:szCs w:val="24"/>
          <w:vertAlign w:val="superscript"/>
        </w:rPr>
      </w:pPr>
      <w:r>
        <w:rPr>
          <w:rFonts w:ascii="Garamond" w:hAnsi="Garamond"/>
          <w:bCs/>
          <w:sz w:val="24"/>
          <w:szCs w:val="24"/>
        </w:rPr>
        <w:t>c</w:t>
      </w:r>
      <w:r w:rsidRPr="00CD7CF8">
        <w:rPr>
          <w:rFonts w:ascii="Garamond" w:hAnsi="Garamond"/>
          <w:bCs/>
          <w:sz w:val="24"/>
          <w:szCs w:val="24"/>
        </w:rPr>
        <w:t>) adósságrendezési eljárás megindításához;</w:t>
      </w:r>
    </w:p>
    <w:p w:rsidR="00E1754E" w:rsidRPr="00CD7CF8" w:rsidRDefault="00E1754E" w:rsidP="00145034">
      <w:pPr>
        <w:tabs>
          <w:tab w:val="left" w:pos="360"/>
        </w:tabs>
        <w:autoSpaceDE w:val="0"/>
        <w:autoSpaceDN w:val="0"/>
        <w:adjustRightInd w:val="0"/>
        <w:jc w:val="both"/>
        <w:outlineLvl w:val="0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iCs/>
          <w:sz w:val="24"/>
          <w:szCs w:val="24"/>
        </w:rPr>
        <w:t>d</w:t>
      </w:r>
      <w:r w:rsidRPr="00CD7CF8">
        <w:rPr>
          <w:rFonts w:ascii="Garamond" w:hAnsi="Garamond"/>
          <w:bCs/>
          <w:iCs/>
          <w:sz w:val="24"/>
          <w:szCs w:val="24"/>
        </w:rPr>
        <w:t xml:space="preserve">) </w:t>
      </w:r>
      <w:r w:rsidRPr="00CD7CF8">
        <w:rPr>
          <w:rFonts w:ascii="Garamond" w:hAnsi="Garamond"/>
          <w:bCs/>
          <w:sz w:val="24"/>
          <w:szCs w:val="24"/>
        </w:rPr>
        <w:t>a szervezeti és működési szabályzat elfogadásához; és</w:t>
      </w:r>
    </w:p>
    <w:p w:rsidR="00E1754E" w:rsidRPr="00CD7CF8" w:rsidRDefault="00E1754E" w:rsidP="00145034">
      <w:pPr>
        <w:tabs>
          <w:tab w:val="left" w:pos="360"/>
        </w:tabs>
        <w:autoSpaceDE w:val="0"/>
        <w:autoSpaceDN w:val="0"/>
        <w:adjustRightInd w:val="0"/>
        <w:jc w:val="both"/>
        <w:outlineLvl w:val="0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iCs/>
          <w:sz w:val="24"/>
          <w:szCs w:val="24"/>
        </w:rPr>
        <w:t>e</w:t>
      </w:r>
      <w:r w:rsidRPr="00CD7CF8">
        <w:rPr>
          <w:rFonts w:ascii="Garamond" w:hAnsi="Garamond"/>
          <w:bCs/>
          <w:iCs/>
          <w:sz w:val="24"/>
          <w:szCs w:val="24"/>
        </w:rPr>
        <w:t xml:space="preserve"> )</w:t>
      </w:r>
      <w:r w:rsidRPr="00CD7CF8">
        <w:rPr>
          <w:rFonts w:ascii="Garamond" w:hAnsi="Garamond"/>
          <w:bCs/>
          <w:sz w:val="24"/>
          <w:szCs w:val="24"/>
        </w:rPr>
        <w:t>abban az ügyben, amit a szervezeti és működési szabályzat meghatároz.</w:t>
      </w:r>
    </w:p>
    <w:p w:rsidR="00E1754E" w:rsidRPr="00145034" w:rsidRDefault="00E1754E" w:rsidP="00145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5034">
        <w:rPr>
          <w:rFonts w:ascii="Times New Roman" w:hAnsi="Times New Roman"/>
          <w:b/>
          <w:sz w:val="24"/>
          <w:szCs w:val="24"/>
        </w:rPr>
        <w:t>A minősített többséghez legalább annyi tag igen szavazata szükséges, amely eléri a társulásban részt vevő tagok szavazatának több mint felét és az általuk képviselt települések lakosságszámának a felét.</w:t>
      </w:r>
      <w:r>
        <w:rPr>
          <w:rFonts w:ascii="Times New Roman" w:hAnsi="Times New Roman"/>
          <w:b/>
          <w:sz w:val="24"/>
          <w:szCs w:val="24"/>
        </w:rPr>
        <w:t>”</w:t>
      </w:r>
    </w:p>
    <w:p w:rsidR="00E1754E" w:rsidRDefault="00E1754E" w:rsidP="00145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54E" w:rsidRDefault="00E1754E" w:rsidP="00145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54E" w:rsidRDefault="00E1754E" w:rsidP="00145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54E" w:rsidRDefault="00E1754E" w:rsidP="00145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54E" w:rsidRDefault="00E1754E" w:rsidP="00145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54E" w:rsidRDefault="00E1754E" w:rsidP="00145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54E" w:rsidRDefault="00E1754E" w:rsidP="00145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54E" w:rsidRDefault="00E1754E" w:rsidP="00145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54E" w:rsidRPr="00145034" w:rsidRDefault="00E1754E" w:rsidP="00145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54E" w:rsidRPr="00145034" w:rsidRDefault="00E1754E" w:rsidP="00145034">
      <w:pPr>
        <w:autoSpaceDE w:val="0"/>
        <w:autoSpaceDN w:val="0"/>
        <w:adjustRightInd w:val="0"/>
        <w:jc w:val="both"/>
        <w:outlineLvl w:val="0"/>
        <w:rPr>
          <w:rFonts w:ascii="Garamond" w:hAnsi="Garamond"/>
          <w:bCs/>
          <w:sz w:val="24"/>
          <w:szCs w:val="24"/>
        </w:rPr>
      </w:pPr>
      <w:smartTag w:uri="urn:schemas-microsoft-com:office:smarttags" w:element="metricconverter">
        <w:smartTagPr>
          <w:attr w:name="ProductID" w:val="3. A"/>
        </w:smartTagPr>
        <w:r>
          <w:rPr>
            <w:rFonts w:ascii="Garamond" w:hAnsi="Garamond"/>
            <w:bCs/>
            <w:sz w:val="24"/>
            <w:szCs w:val="24"/>
          </w:rPr>
          <w:t>3. A</w:t>
        </w:r>
      </w:smartTag>
      <w:r>
        <w:rPr>
          <w:rFonts w:ascii="Garamond" w:hAnsi="Garamond"/>
          <w:bCs/>
          <w:sz w:val="24"/>
          <w:szCs w:val="24"/>
        </w:rPr>
        <w:t xml:space="preserve"> társulási megállapodás 1. melléklete a következők szerint módosul:</w:t>
      </w:r>
    </w:p>
    <w:p w:rsidR="00E1754E" w:rsidRDefault="00E1754E" w:rsidP="004B46A8">
      <w:pPr>
        <w:pStyle w:val="Heading2"/>
        <w:tabs>
          <w:tab w:val="clear" w:pos="2268"/>
          <w:tab w:val="left" w:pos="7560"/>
        </w:tabs>
        <w:ind w:right="23"/>
        <w:rPr>
          <w:rFonts w:ascii="Garamond" w:hAnsi="Garamond" w:cs="Arial"/>
          <w:i/>
          <w:szCs w:val="24"/>
        </w:rPr>
      </w:pPr>
    </w:p>
    <w:p w:rsidR="00E1754E" w:rsidRPr="001E55BD" w:rsidRDefault="00E1754E" w:rsidP="004B46A8">
      <w:pPr>
        <w:pStyle w:val="Heading2"/>
        <w:tabs>
          <w:tab w:val="clear" w:pos="2268"/>
          <w:tab w:val="left" w:pos="7560"/>
        </w:tabs>
        <w:ind w:left="7020" w:right="23"/>
        <w:rPr>
          <w:rFonts w:ascii="Garamond" w:hAnsi="Garamond" w:cs="Arial"/>
          <w:i/>
          <w:szCs w:val="24"/>
          <w:vertAlign w:val="superscript"/>
        </w:rPr>
      </w:pPr>
      <w:r>
        <w:rPr>
          <w:rFonts w:ascii="Garamond" w:hAnsi="Garamond" w:cs="Arial"/>
          <w:i/>
          <w:szCs w:val="24"/>
        </w:rPr>
        <w:t xml:space="preserve">            </w:t>
      </w:r>
      <w:r w:rsidRPr="001E55BD">
        <w:rPr>
          <w:rFonts w:ascii="Garamond" w:hAnsi="Garamond" w:cs="Arial"/>
          <w:i/>
          <w:szCs w:val="24"/>
        </w:rPr>
        <w:t xml:space="preserve">1. </w:t>
      </w:r>
      <w:r>
        <w:rPr>
          <w:rFonts w:ascii="Garamond" w:hAnsi="Garamond" w:cs="Arial"/>
          <w:i/>
          <w:szCs w:val="24"/>
        </w:rPr>
        <w:t>melléklete</w:t>
      </w:r>
    </w:p>
    <w:tbl>
      <w:tblPr>
        <w:tblW w:w="903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2"/>
        <w:gridCol w:w="4394"/>
        <w:gridCol w:w="236"/>
        <w:gridCol w:w="780"/>
        <w:gridCol w:w="1252"/>
      </w:tblGrid>
      <w:tr w:rsidR="00E1754E" w:rsidRPr="001F00FA" w:rsidTr="004C07D2">
        <w:tc>
          <w:tcPr>
            <w:tcW w:w="23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754E" w:rsidRPr="001F00FA" w:rsidRDefault="00E1754E" w:rsidP="004C07D2">
            <w:pPr>
              <w:jc w:val="center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település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754E" w:rsidRPr="001F00FA" w:rsidRDefault="00E1754E" w:rsidP="004C07D2">
            <w:pPr>
              <w:jc w:val="center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székhely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754E" w:rsidRPr="001F00FA" w:rsidRDefault="00E1754E" w:rsidP="004C07D2">
            <w:pPr>
              <w:jc w:val="center"/>
              <w:rPr>
                <w:rFonts w:ascii="Garamond" w:hAnsi="Garamond"/>
                <w:i/>
                <w:vertAlign w:val="superscript"/>
              </w:rPr>
            </w:pPr>
            <w:r w:rsidRPr="001F00FA">
              <w:rPr>
                <w:rFonts w:ascii="Garamond" w:hAnsi="Garamond"/>
                <w:i/>
              </w:rPr>
              <w:t>lakosságszám 2012. január 1-jén</w:t>
            </w:r>
          </w:p>
        </w:tc>
      </w:tr>
      <w:tr w:rsidR="00E1754E" w:rsidRPr="001F00FA" w:rsidTr="004C07D2">
        <w:tc>
          <w:tcPr>
            <w:tcW w:w="2372" w:type="dxa"/>
            <w:tcBorders>
              <w:right w:val="nil"/>
            </w:tcBorders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Adásztevel</w:t>
            </w:r>
          </w:p>
        </w:tc>
        <w:tc>
          <w:tcPr>
            <w:tcW w:w="4394" w:type="dxa"/>
            <w:tcBorders>
              <w:right w:val="nil"/>
            </w:tcBorders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8561 Adásztevel, Árpád u. 22.</w:t>
            </w:r>
          </w:p>
        </w:tc>
        <w:tc>
          <w:tcPr>
            <w:tcW w:w="236" w:type="dxa"/>
            <w:tcBorders>
              <w:right w:val="nil"/>
            </w:tcBorders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</w:p>
        </w:tc>
        <w:tc>
          <w:tcPr>
            <w:tcW w:w="780" w:type="dxa"/>
            <w:tcBorders>
              <w:left w:val="nil"/>
              <w:right w:val="nil"/>
            </w:tcBorders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</w:p>
        </w:tc>
        <w:tc>
          <w:tcPr>
            <w:tcW w:w="1252" w:type="dxa"/>
            <w:tcBorders>
              <w:left w:val="nil"/>
            </w:tcBorders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870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Bakonyjákó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8591 Bakonyjákó, Rákóczi tér 9.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674</w:t>
            </w:r>
          </w:p>
        </w:tc>
      </w:tr>
      <w:tr w:rsidR="00E1754E" w:rsidRPr="001F00FA" w:rsidTr="004C07D2">
        <w:trPr>
          <w:trHeight w:val="337"/>
        </w:trPr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Bakonykoppány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 xml:space="preserve">8571 Bakonykoppány, Petőfi S. u. 24. 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211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</w:rPr>
            </w:pPr>
            <w:r w:rsidRPr="001F00FA">
              <w:rPr>
                <w:rFonts w:ascii="Garamond" w:hAnsi="Garamond"/>
              </w:rPr>
              <w:t>Bakonypölöske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</w:rPr>
            </w:pPr>
            <w:r w:rsidRPr="001F00FA">
              <w:rPr>
                <w:rFonts w:ascii="Garamond" w:hAnsi="Garamond"/>
              </w:rPr>
              <w:t>8457 Bakonypölöske, Petőfi S. u. 88.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</w:rPr>
            </w:pPr>
            <w:r w:rsidRPr="001F00FA">
              <w:rPr>
                <w:rFonts w:ascii="Garamond" w:hAnsi="Garamond"/>
              </w:rPr>
              <w:t>403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Bakonyság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8557 Bakonyság, Béke u. 14.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76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Bakonyszentiván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8557 Bakonyszentiván, Rákóczi u. 35.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233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Bakonyszücs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8572 Bakonyszücs, Kossuth L. u. 1.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340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 xml:space="preserve">Bakonytamási 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 xml:space="preserve">8555 Bakonytamási, Széchenyi u. 1. 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695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Béb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8565 Béb, Kossuth L. u. 14.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258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Békás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8515 Békás, Rákóczi F. u. 17.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223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Csót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8558 Csót, Rákóczi u. 38.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1045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Dáka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8592 Dáka, Dózsa Gy. u. 95.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684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Döbrönte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8597 Döbrönte, Fő u. 47.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269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Egyházaskesző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8523 Egyházaskesző, Kossuth u. 76.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532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Farkasgyepű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8582 Farkasgyepű, Petőfi S. u. 15.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370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Ganna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8597 Ganna, Fő u. 52.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309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Gecse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8543 Gecse, Kossuth L. u. 39.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434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Gic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8435 Gic, Nagy L. út 23.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382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Homokbödöge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8563 Homokbödöge, Kossuth L. u. 47.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744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Kemeneshőgyész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8516 Kemeneshőgyész, Kossuth u. 107.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504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Kemenesszentpéter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8518 Kemenesszentpéter, Béke u. 2.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661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Kup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8595 Kup, Fő u. 76.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484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Külsővat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b/>
                <w:i/>
              </w:rPr>
            </w:pPr>
            <w:r w:rsidRPr="001F00FA">
              <w:rPr>
                <w:rFonts w:ascii="Garamond" w:hAnsi="Garamond"/>
                <w:i/>
              </w:rPr>
              <w:t>9532 Külsővat, Kossuth u. 70.</w:t>
            </w:r>
            <w:r w:rsidRPr="001F00FA">
              <w:rPr>
                <w:rFonts w:ascii="Garamond" w:hAnsi="Garamond"/>
                <w:b/>
                <w:i/>
              </w:rPr>
              <w:t xml:space="preserve"> 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748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Lovászpatona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8553 Lovászpatona, Kossuth tér 2.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1259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Magyargencs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8517 Magyargencs, Petőfi S. u. 127.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532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Malomsok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8533 Malomsok, Fő tér 10.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544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Marcalgergelyi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9534 Marcalgergelyi, Kossuth u. 52.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420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Marcaltő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8532 Marcaltő, Fő tér 13.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810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Mezőlak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8514 Mezőlak, Arany J. u. 1.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1045</w:t>
            </w:r>
          </w:p>
        </w:tc>
      </w:tr>
      <w:tr w:rsidR="00E1754E" w:rsidRPr="001F00FA" w:rsidTr="004C07D2">
        <w:trPr>
          <w:trHeight w:val="219"/>
        </w:trPr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Mihályháza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8513 Mihályháza, Jókai u. 10.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782</w:t>
            </w:r>
          </w:p>
        </w:tc>
      </w:tr>
      <w:tr w:rsidR="00E1754E" w:rsidRPr="001F00FA" w:rsidTr="004C07D2">
        <w:trPr>
          <w:trHeight w:val="281"/>
        </w:trPr>
        <w:tc>
          <w:tcPr>
            <w:tcW w:w="2372" w:type="dxa"/>
          </w:tcPr>
          <w:p w:rsidR="00E1754E" w:rsidRPr="001F00FA" w:rsidRDefault="00E1754E" w:rsidP="004C07D2">
            <w:pPr>
              <w:tabs>
                <w:tab w:val="right" w:pos="2124"/>
              </w:tabs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Nagyacsád</w:t>
            </w:r>
            <w:r w:rsidRPr="001F00FA">
              <w:rPr>
                <w:rFonts w:ascii="Garamond" w:hAnsi="Garamond"/>
                <w:i/>
              </w:rPr>
              <w:tab/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8521 Nagyacsád, Deák F. u. 1-3.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653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Nagydém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8554 Nagydém, Széchenyi u. 1.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397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Nagygyimót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8551 Nagygyimót, Rákóczi u. 2.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583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Nagytevel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8562 Nagytevel, Kossuth L. u. 56.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559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Nemesgörzsöny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8522 Nemesgörzsöny, Széchenyi u. 10.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698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Nemesszalók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9533 Nemesszalók, Rákóczi F. u. 15.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951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Németbánya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 xml:space="preserve">8581 Németbánya, Fő tér 3. 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106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Nóráp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8591 Nóráp, Kossuth L. u. 48.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221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Nyárád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8512 Nyárád, Kossuth L. u. 1.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967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  <w:strike/>
              </w:rPr>
            </w:pPr>
            <w:r w:rsidRPr="001F00FA">
              <w:rPr>
                <w:rFonts w:ascii="Garamond" w:hAnsi="Garamond"/>
                <w:i/>
                <w:strike/>
              </w:rPr>
              <w:t>Pápa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  <w:strike/>
              </w:rPr>
            </w:pPr>
            <w:r w:rsidRPr="001F00FA">
              <w:rPr>
                <w:rFonts w:ascii="Garamond" w:hAnsi="Garamond"/>
                <w:i/>
                <w:strike/>
              </w:rPr>
              <w:t>8500 Pápa, Fő u. 5.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  <w:strike/>
              </w:rPr>
            </w:pPr>
            <w:r w:rsidRPr="001F00FA">
              <w:rPr>
                <w:rFonts w:ascii="Garamond" w:hAnsi="Garamond"/>
                <w:i/>
                <w:strike/>
              </w:rPr>
              <w:t xml:space="preserve">31 662   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Pápadereske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8593 Pápadereske, Rákóczi F. u. 43.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299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Pápakovácsi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8596 Pápakovácsi, Fő u. 19.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596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Pápasalamon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8594 Pápasalamon, Petőfi S. tér 3.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377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Pápateszér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8556 Pápateszér, Petőfi S. u. 17.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1240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 xml:space="preserve">Takácsi 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8541 Takácsi, Petőfi S. u. 14.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900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Ugod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8564 Ugod, Kossuth. u.32.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1433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Vanyola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8552 Vanyola, Petőfi S. u.14.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603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Várkesző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8523 Várkesző, Kossuth L. u. 36.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191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Vaszar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8542 Vaszar, Fő u. 29.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1599</w:t>
            </w:r>
          </w:p>
        </w:tc>
      </w:tr>
      <w:tr w:rsidR="00E1754E" w:rsidRPr="001F00FA" w:rsidTr="004C07D2">
        <w:tc>
          <w:tcPr>
            <w:tcW w:w="2372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Vinár</w:t>
            </w:r>
          </w:p>
        </w:tc>
        <w:tc>
          <w:tcPr>
            <w:tcW w:w="4394" w:type="dxa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9534 Vinár, Köztársaság u. 38.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right"/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>247</w:t>
            </w:r>
          </w:p>
        </w:tc>
      </w:tr>
      <w:tr w:rsidR="00E1754E" w:rsidRPr="001F00FA" w:rsidTr="004C07D2">
        <w:tc>
          <w:tcPr>
            <w:tcW w:w="6766" w:type="dxa"/>
            <w:gridSpan w:val="2"/>
          </w:tcPr>
          <w:p w:rsidR="00E1754E" w:rsidRPr="001F00FA" w:rsidRDefault="00E1754E" w:rsidP="004C07D2">
            <w:pPr>
              <w:rPr>
                <w:rFonts w:ascii="Garamond" w:hAnsi="Garamond"/>
                <w:i/>
              </w:rPr>
            </w:pPr>
            <w:r w:rsidRPr="001F00FA">
              <w:rPr>
                <w:rFonts w:ascii="Garamond" w:hAnsi="Garamond"/>
                <w:i/>
              </w:rPr>
              <w:t xml:space="preserve">Társulás összesen: </w:t>
            </w:r>
          </w:p>
        </w:tc>
        <w:tc>
          <w:tcPr>
            <w:tcW w:w="2268" w:type="dxa"/>
            <w:gridSpan w:val="3"/>
          </w:tcPr>
          <w:p w:rsidR="00E1754E" w:rsidRPr="001F00FA" w:rsidRDefault="00E1754E" w:rsidP="004C07D2">
            <w:pPr>
              <w:jc w:val="both"/>
              <w:rPr>
                <w:rFonts w:ascii="Garamond" w:hAnsi="Garamond"/>
                <w:i/>
              </w:rPr>
            </w:pPr>
          </w:p>
          <w:p w:rsidR="00E1754E" w:rsidRPr="001F00FA" w:rsidRDefault="00E1754E" w:rsidP="004C07D2">
            <w:pPr>
              <w:jc w:val="right"/>
              <w:rPr>
                <w:rFonts w:ascii="Garamond" w:hAnsi="Garamond"/>
                <w:b/>
                <w:i/>
                <w:u w:val="single"/>
              </w:rPr>
            </w:pPr>
            <w:r w:rsidRPr="001F00FA">
              <w:rPr>
                <w:rFonts w:ascii="Garamond" w:hAnsi="Garamond"/>
                <w:b/>
                <w:i/>
                <w:u w:val="single"/>
              </w:rPr>
              <w:t>29164</w:t>
            </w:r>
          </w:p>
        </w:tc>
      </w:tr>
    </w:tbl>
    <w:p w:rsidR="00E1754E" w:rsidRDefault="00E1754E" w:rsidP="004B46A8">
      <w:pPr>
        <w:jc w:val="both"/>
        <w:rPr>
          <w:rFonts w:ascii="Garamond" w:hAnsi="Garamond"/>
          <w:sz w:val="24"/>
          <w:szCs w:val="24"/>
        </w:rPr>
      </w:pPr>
      <w:smartTag w:uri="urn:schemas-microsoft-com:office:smarttags" w:element="metricconverter">
        <w:smartTagPr>
          <w:attr w:name="ProductID" w:val="4. a"/>
        </w:smartTagPr>
        <w:r>
          <w:rPr>
            <w:rFonts w:ascii="Garamond" w:hAnsi="Garamond"/>
            <w:sz w:val="24"/>
            <w:szCs w:val="24"/>
          </w:rPr>
          <w:t>4. a</w:t>
        </w:r>
      </w:smartTag>
      <w:r>
        <w:rPr>
          <w:rFonts w:ascii="Garamond" w:hAnsi="Garamond"/>
          <w:sz w:val="24"/>
          <w:szCs w:val="24"/>
        </w:rPr>
        <w:t xml:space="preserve"> társulási megállapodás 1/a melléklete a következők szerint módosul:</w:t>
      </w:r>
    </w:p>
    <w:p w:rsidR="00E1754E" w:rsidRDefault="00E1754E" w:rsidP="005B2D2F">
      <w:pPr>
        <w:jc w:val="right"/>
        <w:rPr>
          <w:rFonts w:ascii="Garamond" w:hAnsi="Garamond"/>
          <w:i/>
        </w:rPr>
      </w:pPr>
      <w:r>
        <w:rPr>
          <w:rFonts w:ascii="Garamond" w:hAnsi="Garamond"/>
          <w:i/>
        </w:rPr>
        <w:t>1/a melléklet</w:t>
      </w:r>
    </w:p>
    <w:p w:rsidR="00E1754E" w:rsidRPr="007A4F98" w:rsidRDefault="00E1754E" w:rsidP="005B2D2F">
      <w:pPr>
        <w:jc w:val="center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>A társulás tagjainak képviselői</w:t>
      </w:r>
    </w:p>
    <w:p w:rsidR="00E1754E" w:rsidRPr="001E55BD" w:rsidRDefault="00E1754E" w:rsidP="005B2D2F">
      <w:pPr>
        <w:jc w:val="both"/>
        <w:rPr>
          <w:rFonts w:ascii="Garamond" w:hAnsi="Garamond"/>
          <w:i/>
        </w:rPr>
      </w:pP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i/>
          <w:sz w:val="26"/>
          <w:szCs w:val="26"/>
          <w:lang w:eastAsia="hu-HU"/>
        </w:rPr>
        <w:t>Aczél Péter</w:t>
      </w:r>
      <w:r w:rsidRPr="007A4F98">
        <w:rPr>
          <w:rFonts w:ascii="Garamond" w:hAnsi="Garamond" w:cs="Arial"/>
          <w:sz w:val="26"/>
          <w:szCs w:val="26"/>
          <w:lang w:eastAsia="hu-HU"/>
        </w:rPr>
        <w:t xml:space="preserve"> Külsővat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Barczáné Majsa Klára Malomsok község polgármestere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i/>
          <w:sz w:val="26"/>
          <w:szCs w:val="26"/>
          <w:lang w:eastAsia="hu-HU"/>
        </w:rPr>
        <w:t>Blaskovics Zoltán</w:t>
      </w:r>
      <w:r w:rsidRPr="007A4F98">
        <w:rPr>
          <w:rFonts w:ascii="Garamond" w:hAnsi="Garamond" w:cs="Arial"/>
          <w:sz w:val="26"/>
          <w:szCs w:val="26"/>
          <w:lang w:eastAsia="hu-HU"/>
        </w:rPr>
        <w:t xml:space="preserve"> Németbánya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Ledó Edit Bakonyszentiván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Boros Tamás Magyargencs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i/>
          <w:sz w:val="26"/>
          <w:szCs w:val="26"/>
          <w:lang w:eastAsia="hu-HU"/>
        </w:rPr>
        <w:t>Burghardt Ferenc</w:t>
      </w:r>
      <w:r w:rsidRPr="007A4F98">
        <w:rPr>
          <w:rFonts w:ascii="Garamond" w:hAnsi="Garamond" w:cs="Arial"/>
          <w:sz w:val="26"/>
          <w:szCs w:val="26"/>
          <w:lang w:eastAsia="hu-HU"/>
        </w:rPr>
        <w:t xml:space="preserve"> Pápakovácsi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Cseh Lajos Döbrönte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Csőbör Károly Farkasgyepü község polgármestere  </w:t>
      </w:r>
    </w:p>
    <w:p w:rsidR="00E1754E" w:rsidRPr="005B2D2F" w:rsidRDefault="00E1754E" w:rsidP="005B2D2F">
      <w:pPr>
        <w:jc w:val="both"/>
        <w:rPr>
          <w:rFonts w:ascii="Garamond" w:hAnsi="Garamond" w:cs="Arial"/>
          <w:strike/>
          <w:sz w:val="26"/>
          <w:szCs w:val="26"/>
          <w:lang w:eastAsia="hu-HU"/>
        </w:rPr>
      </w:pPr>
      <w:r w:rsidRPr="005B2D2F">
        <w:rPr>
          <w:rFonts w:ascii="Garamond" w:hAnsi="Garamond" w:cs="Arial"/>
          <w:strike/>
          <w:sz w:val="26"/>
          <w:szCs w:val="26"/>
          <w:lang w:eastAsia="hu-HU"/>
        </w:rPr>
        <w:t xml:space="preserve">Dr. Áldozó Tamás Pápa város polgármestere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i/>
          <w:sz w:val="26"/>
          <w:szCs w:val="26"/>
          <w:lang w:eastAsia="hu-HU"/>
        </w:rPr>
        <w:t>Edvy Róbert</w:t>
      </w:r>
      <w:r w:rsidRPr="007A4F98">
        <w:rPr>
          <w:rFonts w:ascii="Garamond" w:hAnsi="Garamond" w:cs="Arial"/>
          <w:sz w:val="26"/>
          <w:szCs w:val="26"/>
          <w:lang w:eastAsia="hu-HU"/>
        </w:rPr>
        <w:t xml:space="preserve"> Pápadereske község polgármestere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i/>
          <w:sz w:val="26"/>
          <w:szCs w:val="26"/>
          <w:lang w:eastAsia="hu-HU"/>
        </w:rPr>
        <w:t>Farkas Árpád</w:t>
      </w:r>
      <w:r w:rsidRPr="007A4F98">
        <w:rPr>
          <w:rFonts w:ascii="Garamond" w:hAnsi="Garamond" w:cs="Arial"/>
          <w:sz w:val="26"/>
          <w:szCs w:val="26"/>
          <w:lang w:eastAsia="hu-HU"/>
        </w:rPr>
        <w:t xml:space="preserve"> Homokbödöge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Fodor Béla Adásztevel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Győrffy Balázs Nemesgörzsöny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Hauber János Béb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i/>
          <w:sz w:val="26"/>
          <w:szCs w:val="26"/>
          <w:lang w:eastAsia="hu-HU"/>
        </w:rPr>
        <w:t>Horváth Csaba</w:t>
      </w:r>
      <w:r w:rsidRPr="007A4F98">
        <w:rPr>
          <w:rFonts w:ascii="Garamond" w:hAnsi="Garamond" w:cs="Arial"/>
          <w:sz w:val="26"/>
          <w:szCs w:val="26"/>
          <w:lang w:eastAsia="hu-HU"/>
        </w:rPr>
        <w:t xml:space="preserve"> Vinár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Horváth Ferenc Pápasalamon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Horváth János Békás község polgármestere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Horváth Tibor Gic község polgármestere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Istenes Gyula Gecse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Kékesi István Csót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Kiss Lajos Bakonyság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i/>
          <w:sz w:val="26"/>
          <w:szCs w:val="26"/>
          <w:lang w:eastAsia="hu-HU"/>
        </w:rPr>
        <w:t>Konczos Ernő</w:t>
      </w:r>
      <w:r w:rsidRPr="007A4F98">
        <w:rPr>
          <w:rFonts w:ascii="Garamond" w:hAnsi="Garamond" w:cs="Arial"/>
          <w:sz w:val="26"/>
          <w:szCs w:val="26"/>
          <w:lang w:eastAsia="hu-HU"/>
        </w:rPr>
        <w:t xml:space="preserve"> Várkesző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Pirka Károly Kemenesszentpéter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Kunszt Szabolcs Takácsi község polgármestere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i/>
          <w:sz w:val="26"/>
          <w:szCs w:val="26"/>
          <w:lang w:eastAsia="hu-HU"/>
        </w:rPr>
        <w:t>Lendvai Jánosné</w:t>
      </w:r>
      <w:r w:rsidRPr="007A4F98">
        <w:rPr>
          <w:rFonts w:ascii="Garamond" w:hAnsi="Garamond" w:cs="Arial"/>
          <w:sz w:val="26"/>
          <w:szCs w:val="26"/>
          <w:lang w:eastAsia="hu-HU"/>
        </w:rPr>
        <w:t xml:space="preserve"> Egyházaskesző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Léránt Károlyné Marcalgergelyi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i/>
          <w:sz w:val="26"/>
          <w:szCs w:val="26"/>
          <w:lang w:eastAsia="hu-HU"/>
        </w:rPr>
        <w:t xml:space="preserve">Herber József </w:t>
      </w:r>
      <w:r w:rsidRPr="007A4F98">
        <w:rPr>
          <w:rFonts w:ascii="Garamond" w:hAnsi="Garamond" w:cs="Arial"/>
          <w:sz w:val="26"/>
          <w:szCs w:val="26"/>
          <w:lang w:eastAsia="hu-HU"/>
        </w:rPr>
        <w:t xml:space="preserve"> Nagytevel község polgármestere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Marics Lajos Nagydém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Mészáros Géza Mihályháza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i/>
          <w:sz w:val="26"/>
          <w:szCs w:val="26"/>
          <w:lang w:eastAsia="hu-HU"/>
        </w:rPr>
        <w:t>Molnár Veronika</w:t>
      </w:r>
      <w:r w:rsidRPr="007A4F98">
        <w:rPr>
          <w:rFonts w:ascii="Garamond" w:hAnsi="Garamond" w:cs="Arial"/>
          <w:sz w:val="26"/>
          <w:szCs w:val="26"/>
          <w:lang w:eastAsia="hu-HU"/>
        </w:rPr>
        <w:t xml:space="preserve"> Kemeneshőgyész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Nagy Gábor Mezőlak község polgármestere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Németh Károly Bakonytamási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Oláh Géza Bakonyszücs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i/>
          <w:sz w:val="26"/>
          <w:szCs w:val="26"/>
          <w:lang w:eastAsia="hu-HU"/>
        </w:rPr>
        <w:t>Pajak Károly</w:t>
      </w:r>
      <w:r w:rsidRPr="007A4F98">
        <w:rPr>
          <w:rFonts w:ascii="Garamond" w:hAnsi="Garamond" w:cs="Arial"/>
          <w:sz w:val="26"/>
          <w:szCs w:val="26"/>
          <w:lang w:eastAsia="hu-HU"/>
        </w:rPr>
        <w:t xml:space="preserve"> Nyárád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>
        <w:rPr>
          <w:rFonts w:ascii="Garamond" w:hAnsi="Garamond" w:cs="Arial"/>
          <w:i/>
          <w:sz w:val="26"/>
          <w:szCs w:val="26"/>
          <w:lang w:eastAsia="hu-HU"/>
        </w:rPr>
        <w:t>Szalóky Ná</w:t>
      </w:r>
      <w:r w:rsidRPr="007A4F98">
        <w:rPr>
          <w:rFonts w:ascii="Garamond" w:hAnsi="Garamond" w:cs="Arial"/>
          <w:i/>
          <w:sz w:val="26"/>
          <w:szCs w:val="26"/>
          <w:lang w:eastAsia="hu-HU"/>
        </w:rPr>
        <w:t>ndor</w:t>
      </w:r>
      <w:r w:rsidRPr="007A4F98">
        <w:rPr>
          <w:rFonts w:ascii="Garamond" w:hAnsi="Garamond" w:cs="Arial"/>
          <w:sz w:val="26"/>
          <w:szCs w:val="26"/>
          <w:lang w:eastAsia="hu-HU"/>
        </w:rPr>
        <w:t xml:space="preserve"> Nagyacsád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Pintér Imre Lovászpatona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i/>
          <w:sz w:val="26"/>
          <w:szCs w:val="26"/>
          <w:lang w:eastAsia="hu-HU"/>
        </w:rPr>
        <w:t>Sandl Zoltán</w:t>
      </w:r>
      <w:r w:rsidRPr="007A4F98">
        <w:rPr>
          <w:rFonts w:ascii="Garamond" w:hAnsi="Garamond" w:cs="Arial"/>
          <w:sz w:val="26"/>
          <w:szCs w:val="26"/>
          <w:lang w:eastAsia="hu-HU"/>
        </w:rPr>
        <w:t xml:space="preserve"> Marcaltő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Stankovics Ferenc Nóráp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Szalczer György Pápateszér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i/>
          <w:sz w:val="26"/>
          <w:szCs w:val="26"/>
          <w:lang w:eastAsia="hu-HU"/>
        </w:rPr>
        <w:t>Szaller Zsolt</w:t>
      </w:r>
      <w:r w:rsidRPr="007A4F98">
        <w:rPr>
          <w:rFonts w:ascii="Garamond" w:hAnsi="Garamond" w:cs="Arial"/>
          <w:sz w:val="26"/>
          <w:szCs w:val="26"/>
          <w:lang w:eastAsia="hu-HU"/>
        </w:rPr>
        <w:t xml:space="preserve"> Nagygyimót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i/>
          <w:sz w:val="26"/>
          <w:szCs w:val="26"/>
          <w:lang w:eastAsia="hu-HU"/>
        </w:rPr>
        <w:t>Takácsné Tompos Rita</w:t>
      </w:r>
      <w:r w:rsidRPr="007A4F98">
        <w:rPr>
          <w:rFonts w:ascii="Garamond" w:hAnsi="Garamond" w:cs="Arial"/>
          <w:sz w:val="26"/>
          <w:szCs w:val="26"/>
          <w:lang w:eastAsia="hu-HU"/>
        </w:rPr>
        <w:t xml:space="preserve"> Bakonyjákó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>Tekán István Bakonykoppány község polgármestere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Ulaki Béla Bakonypölöske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i/>
          <w:sz w:val="26"/>
          <w:szCs w:val="26"/>
          <w:lang w:eastAsia="hu-HU"/>
        </w:rPr>
        <w:t>Varga Éva Teréz</w:t>
      </w:r>
      <w:r w:rsidRPr="007A4F98">
        <w:rPr>
          <w:rFonts w:ascii="Garamond" w:hAnsi="Garamond" w:cs="Arial"/>
          <w:sz w:val="26"/>
          <w:szCs w:val="26"/>
          <w:lang w:eastAsia="hu-HU"/>
        </w:rPr>
        <w:t xml:space="preserve"> Kup község polgármestere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Varga Jenő Nemesszalók község polgármestere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Varga Miklós Vanyola község polgármestere 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Varga Péter Vaszar község polgármestere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Végh József Dáka község polgármestere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 xml:space="preserve">Vesztergom József Ganna község polgármestere  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  <w:r w:rsidRPr="007A4F98">
        <w:rPr>
          <w:rFonts w:ascii="Garamond" w:hAnsi="Garamond" w:cs="Arial"/>
          <w:sz w:val="26"/>
          <w:szCs w:val="26"/>
          <w:lang w:eastAsia="hu-HU"/>
        </w:rPr>
        <w:t>Vörös Tibor Ugod község polgármestere</w:t>
      </w:r>
    </w:p>
    <w:p w:rsidR="00E1754E" w:rsidRPr="007A4F98" w:rsidRDefault="00E1754E" w:rsidP="005B2D2F">
      <w:pPr>
        <w:jc w:val="both"/>
        <w:rPr>
          <w:rFonts w:ascii="Garamond" w:hAnsi="Garamond" w:cs="Arial"/>
          <w:sz w:val="26"/>
          <w:szCs w:val="26"/>
          <w:lang w:eastAsia="hu-HU"/>
        </w:rPr>
      </w:pPr>
    </w:p>
    <w:p w:rsidR="00E1754E" w:rsidRDefault="00E1754E" w:rsidP="004B46A8">
      <w:pPr>
        <w:jc w:val="both"/>
        <w:rPr>
          <w:rFonts w:ascii="Garamond" w:hAnsi="Garamond"/>
          <w:sz w:val="24"/>
          <w:szCs w:val="24"/>
        </w:rPr>
      </w:pPr>
    </w:p>
    <w:p w:rsidR="00E1754E" w:rsidRPr="009F5C45" w:rsidRDefault="00E1754E" w:rsidP="004B46A8">
      <w:pPr>
        <w:jc w:val="both"/>
        <w:rPr>
          <w:rFonts w:ascii="Garamond" w:hAnsi="Garamond"/>
          <w:sz w:val="24"/>
          <w:szCs w:val="24"/>
        </w:rPr>
      </w:pPr>
      <w:smartTag w:uri="urn:schemas-microsoft-com:office:smarttags" w:element="metricconverter">
        <w:smartTagPr>
          <w:attr w:name="ProductID" w:val="5. a"/>
        </w:smartTagPr>
        <w:r>
          <w:rPr>
            <w:rFonts w:ascii="Garamond" w:hAnsi="Garamond"/>
            <w:sz w:val="24"/>
            <w:szCs w:val="24"/>
          </w:rPr>
          <w:t>5. a</w:t>
        </w:r>
      </w:smartTag>
      <w:r>
        <w:rPr>
          <w:rFonts w:ascii="Garamond" w:hAnsi="Garamond"/>
          <w:sz w:val="24"/>
          <w:szCs w:val="24"/>
        </w:rPr>
        <w:t xml:space="preserve"> társulási megállapodás 2/a melléklet 1. pontja a következők szerint módosul:</w:t>
      </w:r>
    </w:p>
    <w:p w:rsidR="00E1754E" w:rsidRPr="00F747EC" w:rsidRDefault="00E1754E" w:rsidP="00B15ABB">
      <w:pPr>
        <w:jc w:val="right"/>
        <w:rPr>
          <w:rFonts w:ascii="Garamond" w:hAnsi="Garamond"/>
        </w:rPr>
      </w:pPr>
      <w:r>
        <w:rPr>
          <w:rFonts w:ascii="Garamond" w:hAnsi="Garamond"/>
        </w:rPr>
        <w:t>2/</w:t>
      </w:r>
      <w:r w:rsidRPr="00365346">
        <w:rPr>
          <w:rFonts w:ascii="Garamond" w:hAnsi="Garamond"/>
          <w:b/>
        </w:rPr>
        <w:t>a</w:t>
      </w:r>
      <w:r>
        <w:rPr>
          <w:rFonts w:ascii="Garamond" w:hAnsi="Garamond"/>
          <w:b/>
        </w:rPr>
        <w:t>.</w:t>
      </w:r>
      <w:r w:rsidRPr="00365346"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>melléklet</w:t>
      </w:r>
    </w:p>
    <w:p w:rsidR="00E1754E" w:rsidRDefault="00E1754E" w:rsidP="00B15ABB">
      <w:pPr>
        <w:rPr>
          <w:rFonts w:ascii="Garamond" w:hAnsi="Garamond"/>
        </w:rPr>
      </w:pPr>
    </w:p>
    <w:p w:rsidR="00E1754E" w:rsidRDefault="00E1754E" w:rsidP="00B15ABB">
      <w:pPr>
        <w:jc w:val="center"/>
        <w:rPr>
          <w:rFonts w:ascii="Garamond" w:hAnsi="Garamond"/>
        </w:rPr>
      </w:pPr>
      <w:r>
        <w:rPr>
          <w:rFonts w:ascii="Garamond" w:hAnsi="Garamond"/>
        </w:rPr>
        <w:t>Szociális alapszolgáltatás</w:t>
      </w:r>
    </w:p>
    <w:p w:rsidR="00E1754E" w:rsidRPr="00365346" w:rsidRDefault="00E1754E" w:rsidP="00B15ABB">
      <w:pPr>
        <w:jc w:val="center"/>
        <w:rPr>
          <w:rFonts w:ascii="Garamond" w:hAnsi="Garamond"/>
          <w:sz w:val="16"/>
          <w:szCs w:val="16"/>
        </w:rPr>
      </w:pP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 xml:space="preserve">1. </w:t>
      </w:r>
      <w:r>
        <w:rPr>
          <w:rFonts w:ascii="Garamond" w:hAnsi="Garamond"/>
        </w:rPr>
        <w:tab/>
      </w:r>
      <w:r>
        <w:rPr>
          <w:rFonts w:ascii="Garamond" w:hAnsi="Garamond"/>
          <w:u w:val="single"/>
        </w:rPr>
        <w:t>Családsegítés</w:t>
      </w:r>
    </w:p>
    <w:p w:rsidR="00E1754E" w:rsidRPr="00365346" w:rsidRDefault="00E1754E" w:rsidP="00B15ABB">
      <w:pPr>
        <w:jc w:val="both"/>
        <w:rPr>
          <w:rFonts w:ascii="Garamond" w:hAnsi="Garamond"/>
          <w:sz w:val="16"/>
          <w:szCs w:val="16"/>
        </w:rPr>
      </w:pPr>
    </w:p>
    <w:p w:rsidR="00E1754E" w:rsidRDefault="00E1754E" w:rsidP="00B15ABB">
      <w:pPr>
        <w:numPr>
          <w:ilvl w:val="0"/>
          <w:numId w:val="1"/>
        </w:numPr>
        <w:tabs>
          <w:tab w:val="left" w:pos="360"/>
        </w:tabs>
        <w:spacing w:after="0" w:line="240" w:lineRule="auto"/>
        <w:ind w:hanging="720"/>
        <w:jc w:val="both"/>
        <w:rPr>
          <w:rFonts w:ascii="Garamond" w:hAnsi="Garamond"/>
          <w:sz w:val="16"/>
          <w:szCs w:val="16"/>
        </w:rPr>
      </w:pPr>
      <w:r>
        <w:rPr>
          <w:rFonts w:ascii="Garamond" w:hAnsi="Garamond"/>
        </w:rPr>
        <w:t>A feladatellátás a társulás, mint intézményfenntartó keretében történik: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</w:p>
    <w:p w:rsidR="00E1754E" w:rsidRDefault="00E1754E" w:rsidP="00B15ABB">
      <w:pPr>
        <w:rPr>
          <w:rFonts w:ascii="Garamond" w:hAnsi="Garamond"/>
          <w:sz w:val="16"/>
          <w:szCs w:val="16"/>
        </w:rPr>
        <w:sectPr w:rsidR="00E1754E" w:rsidSect="00B15ABB">
          <w:pgSz w:w="11906" w:h="16838"/>
          <w:pgMar w:top="1417" w:right="1417" w:bottom="1417" w:left="1417" w:header="708" w:footer="708" w:gutter="0"/>
          <w:cols w:space="708"/>
        </w:sectPr>
      </w:pP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Adásztevel 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Bakonyjákó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Bakonykoppány 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Bakonyság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Bakonyszentiván 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Bakonyszücs 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Bakonytamási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Béb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Békás 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Csót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Dáka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Döbrönte 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Egyházaskesző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Farkasgyepű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Ganna 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Gic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Gecse 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Homokbödöge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Kemeneshőgyész</w:t>
      </w:r>
    </w:p>
    <w:p w:rsidR="00E1754E" w:rsidRPr="00B15ABB" w:rsidRDefault="00E1754E" w:rsidP="00B15ABB">
      <w:pPr>
        <w:tabs>
          <w:tab w:val="left" w:pos="360"/>
        </w:tabs>
        <w:jc w:val="both"/>
        <w:rPr>
          <w:rFonts w:ascii="Garamond" w:hAnsi="Garamond"/>
          <w:strike/>
        </w:rPr>
      </w:pPr>
      <w:r>
        <w:rPr>
          <w:rFonts w:ascii="Garamond" w:hAnsi="Garamond"/>
        </w:rPr>
        <w:tab/>
      </w:r>
      <w:r w:rsidRPr="00B15ABB">
        <w:rPr>
          <w:rFonts w:ascii="Garamond" w:hAnsi="Garamond"/>
          <w:strike/>
        </w:rPr>
        <w:t xml:space="preserve">Kemenesszentpéter 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Kup 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Külsővat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Lovászpatona 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Magyargencs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Malomsok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Marcalgergelyi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Marcaltő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Mezőlak 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Mihályháza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Nagyacsád</w:t>
      </w:r>
      <w:r>
        <w:rPr>
          <w:rFonts w:ascii="Garamond" w:hAnsi="Garamond"/>
        </w:rPr>
        <w:tab/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Nagydém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Nagygyimót 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Nagytevel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Nemesgörzsöny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Nemesszalók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Németbánya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Nóráp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Nyárád </w:t>
      </w:r>
    </w:p>
    <w:p w:rsidR="00E1754E" w:rsidRDefault="00E1754E" w:rsidP="00B15ABB">
      <w:pPr>
        <w:tabs>
          <w:tab w:val="left" w:pos="360"/>
          <w:tab w:val="left" w:pos="5509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Pápadereske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Pápakovácsi 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Pápasalamon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Pápateszér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Takácsi 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Ugod 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Vanyola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Várkesző 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Vaszar </w:t>
      </w:r>
    </w:p>
    <w:p w:rsidR="00E1754E" w:rsidRDefault="00E1754E" w:rsidP="00B15ABB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Vinár </w:t>
      </w:r>
    </w:p>
    <w:p w:rsidR="00E1754E" w:rsidRDefault="00E1754E" w:rsidP="00B15ABB">
      <w:pPr>
        <w:rPr>
          <w:rFonts w:ascii="Garamond" w:hAnsi="Garamond"/>
        </w:rPr>
        <w:sectPr w:rsidR="00E1754E">
          <w:type w:val="continuous"/>
          <w:pgSz w:w="11906" w:h="16838"/>
          <w:pgMar w:top="1417" w:right="1417" w:bottom="1417" w:left="1417" w:header="708" w:footer="708" w:gutter="0"/>
          <w:cols w:num="3" w:space="709"/>
        </w:sectPr>
      </w:pPr>
    </w:p>
    <w:p w:rsidR="00E1754E" w:rsidRDefault="00E1754E" w:rsidP="00145034">
      <w:pPr>
        <w:autoSpaceDE w:val="0"/>
        <w:autoSpaceDN w:val="0"/>
        <w:adjustRightInd w:val="0"/>
        <w:jc w:val="both"/>
        <w:outlineLvl w:val="0"/>
        <w:rPr>
          <w:rFonts w:ascii="Garamond" w:hAnsi="Garamond"/>
          <w:bCs/>
          <w:sz w:val="24"/>
          <w:szCs w:val="24"/>
        </w:rPr>
      </w:pPr>
      <w:smartTag w:uri="urn:schemas-microsoft-com:office:smarttags" w:element="metricconverter">
        <w:smartTagPr>
          <w:attr w:name="ProductID" w:val="6. A"/>
        </w:smartTagPr>
        <w:r>
          <w:rPr>
            <w:rFonts w:ascii="Garamond" w:hAnsi="Garamond"/>
            <w:bCs/>
            <w:sz w:val="24"/>
            <w:szCs w:val="24"/>
          </w:rPr>
          <w:t>6. A</w:t>
        </w:r>
      </w:smartTag>
      <w:r>
        <w:rPr>
          <w:rFonts w:ascii="Garamond" w:hAnsi="Garamond"/>
          <w:bCs/>
          <w:sz w:val="24"/>
          <w:szCs w:val="24"/>
        </w:rPr>
        <w:t xml:space="preserve"> társulási megállapodás 2./b. melléklet a következők szerint módosul:</w:t>
      </w:r>
    </w:p>
    <w:p w:rsidR="00E1754E" w:rsidRDefault="00E1754E" w:rsidP="00D830CE">
      <w:pPr>
        <w:jc w:val="right"/>
        <w:rPr>
          <w:rFonts w:ascii="Garamond" w:hAnsi="Garamond"/>
        </w:rPr>
      </w:pPr>
      <w:r>
        <w:rPr>
          <w:rFonts w:ascii="Garamond" w:hAnsi="Garamond"/>
        </w:rPr>
        <w:t>„2/</w:t>
      </w:r>
      <w:r w:rsidRPr="00365346">
        <w:rPr>
          <w:rFonts w:ascii="Garamond" w:hAnsi="Garamond"/>
          <w:b/>
        </w:rPr>
        <w:t>b.</w:t>
      </w:r>
      <w:r>
        <w:rPr>
          <w:rFonts w:ascii="Garamond" w:hAnsi="Garamond"/>
        </w:rPr>
        <w:t xml:space="preserve"> melléklet</w:t>
      </w:r>
    </w:p>
    <w:p w:rsidR="00E1754E" w:rsidRDefault="00E1754E" w:rsidP="00D830CE">
      <w:pPr>
        <w:jc w:val="center"/>
        <w:rPr>
          <w:rFonts w:ascii="Garamond" w:hAnsi="Garamond"/>
        </w:rPr>
      </w:pPr>
      <w:r>
        <w:rPr>
          <w:rFonts w:ascii="Garamond" w:hAnsi="Garamond"/>
        </w:rPr>
        <w:t>Gyermekjóléti alapellátás</w:t>
      </w:r>
    </w:p>
    <w:p w:rsidR="00E1754E" w:rsidRDefault="00E1754E" w:rsidP="00D830CE">
      <w:pPr>
        <w:jc w:val="both"/>
        <w:rPr>
          <w:rFonts w:ascii="Garamond" w:hAnsi="Garamond"/>
        </w:rPr>
      </w:pP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Gyermekjóléti szolgáltatás:</w:t>
      </w:r>
    </w:p>
    <w:p w:rsidR="00E1754E" w:rsidRDefault="00E1754E" w:rsidP="00D830CE">
      <w:pPr>
        <w:jc w:val="both"/>
        <w:rPr>
          <w:rFonts w:ascii="Garamond" w:hAnsi="Garamond"/>
        </w:rPr>
      </w:pPr>
    </w:p>
    <w:p w:rsidR="00E1754E" w:rsidRDefault="00E1754E" w:rsidP="00D830CE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feladatellátás a társulás, mint intézményfenntartó keretében történik: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E1754E" w:rsidRDefault="00E1754E" w:rsidP="00D830CE">
      <w:pPr>
        <w:rPr>
          <w:rFonts w:ascii="Garamond" w:hAnsi="Garamond"/>
        </w:rPr>
        <w:sectPr w:rsidR="00E1754E" w:rsidSect="00D830CE">
          <w:pgSz w:w="11906" w:h="16838"/>
          <w:pgMar w:top="1417" w:right="1417" w:bottom="1417" w:left="1417" w:header="708" w:footer="708" w:gutter="0"/>
          <w:cols w:space="708"/>
        </w:sectPr>
      </w:pP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Adásztevel 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Bakonyjákó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Bakonykoppány 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Bakonyság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Bakonyszentiván 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Bakonyszücs 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Bakonytamási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Béb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Békás 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Csót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Dáka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Döbrönte 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Egyházaskesző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Farkasgyepű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Ganna 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Gic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Gecse 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Homokbödöge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Kemeneshőgyész</w:t>
      </w:r>
    </w:p>
    <w:p w:rsidR="00E1754E" w:rsidRPr="00D830CE" w:rsidRDefault="00E1754E" w:rsidP="00D830CE">
      <w:pPr>
        <w:tabs>
          <w:tab w:val="left" w:pos="360"/>
        </w:tabs>
        <w:jc w:val="both"/>
        <w:rPr>
          <w:rFonts w:ascii="Garamond" w:hAnsi="Garamond"/>
          <w:strike/>
        </w:rPr>
      </w:pPr>
      <w:r>
        <w:rPr>
          <w:rFonts w:ascii="Garamond" w:hAnsi="Garamond"/>
        </w:rPr>
        <w:tab/>
      </w:r>
      <w:r w:rsidRPr="00D830CE">
        <w:rPr>
          <w:rFonts w:ascii="Garamond" w:hAnsi="Garamond"/>
          <w:strike/>
        </w:rPr>
        <w:t xml:space="preserve">Kemenesszentpéter 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Kup 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Külsővat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Lovászpatona 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Magyargencs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Malomsok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Marcalgergelyi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Marcaltő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Mezőlak 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Mihályháza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Nagyacsád</w:t>
      </w:r>
      <w:r>
        <w:rPr>
          <w:rFonts w:ascii="Garamond" w:hAnsi="Garamond"/>
        </w:rPr>
        <w:tab/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Nagydém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Nagygyimót 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Nagytevel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Nemesgörzsöny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Nemesszalók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Németbánya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Nóráp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Nyárád </w:t>
      </w:r>
    </w:p>
    <w:p w:rsidR="00E1754E" w:rsidRDefault="00E1754E" w:rsidP="00D830CE">
      <w:pPr>
        <w:tabs>
          <w:tab w:val="left" w:pos="360"/>
          <w:tab w:val="left" w:pos="5509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Pápadereske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Pápakovácsi 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Pápasalamon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Pápateszér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Takácsi 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Ugod 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>Vanyola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Várkesző 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Vaszar </w:t>
      </w:r>
    </w:p>
    <w:p w:rsidR="00E1754E" w:rsidRDefault="00E1754E" w:rsidP="00D830CE">
      <w:pPr>
        <w:tabs>
          <w:tab w:val="left" w:pos="360"/>
        </w:tabs>
        <w:jc w:val="both"/>
        <w:rPr>
          <w:rFonts w:ascii="Garamond" w:hAnsi="Garamond"/>
        </w:rPr>
        <w:sectPr w:rsidR="00E1754E">
          <w:type w:val="continuous"/>
          <w:pgSz w:w="11906" w:h="16838"/>
          <w:pgMar w:top="1417" w:right="1417" w:bottom="1417" w:left="1417" w:header="708" w:footer="708" w:gutter="0"/>
          <w:cols w:num="3" w:space="708" w:equalWidth="0">
            <w:col w:w="2552" w:space="708"/>
            <w:col w:w="2552" w:space="708"/>
            <w:col w:w="2552"/>
          </w:cols>
        </w:sectPr>
      </w:pPr>
      <w:r>
        <w:rPr>
          <w:rFonts w:ascii="Garamond" w:hAnsi="Garamond"/>
        </w:rPr>
        <w:tab/>
        <w:t>Vinár „</w:t>
      </w:r>
    </w:p>
    <w:p w:rsidR="00E1754E" w:rsidRPr="00CD7CF8" w:rsidRDefault="00E1754E" w:rsidP="00145034">
      <w:pPr>
        <w:autoSpaceDE w:val="0"/>
        <w:autoSpaceDN w:val="0"/>
        <w:adjustRightInd w:val="0"/>
        <w:jc w:val="both"/>
        <w:outlineLvl w:val="0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7. társulási megállapodás 2/e. melléklete a következők szerint módosul:</w:t>
      </w:r>
    </w:p>
    <w:p w:rsidR="00E1754E" w:rsidRDefault="00E1754E" w:rsidP="00AB2235">
      <w:pPr>
        <w:tabs>
          <w:tab w:val="left" w:pos="2340"/>
        </w:tabs>
        <w:jc w:val="right"/>
        <w:rPr>
          <w:rFonts w:ascii="Garamond" w:hAnsi="Garamond"/>
          <w:i/>
          <w:vertAlign w:val="superscript"/>
        </w:rPr>
      </w:pPr>
      <w:r>
        <w:rPr>
          <w:rFonts w:ascii="Garamond" w:hAnsi="Garamond"/>
          <w:i/>
        </w:rPr>
        <w:t>„2/</w:t>
      </w:r>
      <w:r w:rsidRPr="00153620">
        <w:rPr>
          <w:rFonts w:ascii="Garamond" w:hAnsi="Garamond"/>
          <w:b/>
        </w:rPr>
        <w:t>e.</w:t>
      </w:r>
      <w:r>
        <w:rPr>
          <w:rFonts w:ascii="Garamond" w:hAnsi="Garamond"/>
          <w:i/>
        </w:rPr>
        <w:t xml:space="preserve"> melléklet</w:t>
      </w:r>
    </w:p>
    <w:p w:rsidR="00E1754E" w:rsidRDefault="00E1754E" w:rsidP="00AB2235">
      <w:pPr>
        <w:tabs>
          <w:tab w:val="left" w:pos="2340"/>
        </w:tabs>
        <w:jc w:val="right"/>
        <w:rPr>
          <w:rFonts w:ascii="Garamond" w:hAnsi="Garamond"/>
          <w:i/>
        </w:rPr>
      </w:pPr>
    </w:p>
    <w:p w:rsidR="00E1754E" w:rsidRDefault="00E1754E" w:rsidP="00AB2235">
      <w:pPr>
        <w:tabs>
          <w:tab w:val="left" w:pos="2340"/>
        </w:tabs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Sport feladatok </w:t>
      </w:r>
    </w:p>
    <w:p w:rsidR="00E1754E" w:rsidRDefault="00E1754E" w:rsidP="00AB2235">
      <w:pPr>
        <w:tabs>
          <w:tab w:val="left" w:pos="2340"/>
        </w:tabs>
        <w:jc w:val="center"/>
        <w:rPr>
          <w:rFonts w:ascii="Garamond" w:hAnsi="Garamond"/>
          <w:i/>
        </w:rPr>
      </w:pPr>
    </w:p>
    <w:p w:rsidR="00E1754E" w:rsidRDefault="00E1754E" w:rsidP="00AB2235">
      <w:pPr>
        <w:tabs>
          <w:tab w:val="left" w:pos="2340"/>
        </w:tabs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A feladatellátás a társulás, mint intézményfenntartó keretében történik az alábbi települési önkormányzatok részvételével:  </w:t>
      </w:r>
    </w:p>
    <w:p w:rsidR="00E1754E" w:rsidRDefault="00E1754E" w:rsidP="00AB2235">
      <w:pPr>
        <w:tabs>
          <w:tab w:val="left" w:pos="2340"/>
        </w:tabs>
        <w:jc w:val="both"/>
        <w:rPr>
          <w:rFonts w:ascii="Garamond" w:hAnsi="Garamond"/>
          <w:i/>
        </w:rPr>
      </w:pPr>
    </w:p>
    <w:p w:rsidR="00E1754E" w:rsidRDefault="00E1754E" w:rsidP="00AB2235">
      <w:pPr>
        <w:rPr>
          <w:rFonts w:ascii="Garamond" w:hAnsi="Garamond"/>
          <w:i/>
        </w:rPr>
        <w:sectPr w:rsidR="00E1754E" w:rsidSect="00AB2235">
          <w:pgSz w:w="11906" w:h="16838"/>
          <w:pgMar w:top="1417" w:right="1417" w:bottom="1417" w:left="1417" w:header="708" w:footer="708" w:gutter="0"/>
          <w:cols w:space="708"/>
        </w:sectPr>
      </w:pPr>
    </w:p>
    <w:p w:rsidR="00E1754E" w:rsidRPr="00F849AD" w:rsidRDefault="00E1754E" w:rsidP="00AB2235">
      <w:pPr>
        <w:tabs>
          <w:tab w:val="left" w:pos="360"/>
        </w:tabs>
        <w:jc w:val="both"/>
        <w:rPr>
          <w:rFonts w:ascii="Garamond" w:hAnsi="Garamond"/>
        </w:rPr>
      </w:pPr>
      <w:r w:rsidRPr="00F849AD">
        <w:rPr>
          <w:rFonts w:ascii="Garamond" w:hAnsi="Garamond"/>
        </w:rPr>
        <w:t xml:space="preserve">Bakonyság </w:t>
      </w:r>
    </w:p>
    <w:p w:rsidR="00E1754E" w:rsidRDefault="00E1754E" w:rsidP="00AB2235">
      <w:pPr>
        <w:tabs>
          <w:tab w:val="left" w:pos="360"/>
        </w:tabs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Bakonytamási</w:t>
      </w:r>
    </w:p>
    <w:p w:rsidR="00E1754E" w:rsidRDefault="00E1754E" w:rsidP="00AB2235">
      <w:pPr>
        <w:tabs>
          <w:tab w:val="left" w:pos="360"/>
        </w:tabs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Békás </w:t>
      </w:r>
    </w:p>
    <w:p w:rsidR="00E1754E" w:rsidRDefault="00E1754E" w:rsidP="00AB2235">
      <w:pPr>
        <w:tabs>
          <w:tab w:val="left" w:pos="360"/>
        </w:tabs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Csót</w:t>
      </w:r>
    </w:p>
    <w:p w:rsidR="00E1754E" w:rsidRDefault="00E1754E" w:rsidP="00AB2235">
      <w:pPr>
        <w:tabs>
          <w:tab w:val="left" w:pos="360"/>
        </w:tabs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Dáka</w:t>
      </w:r>
    </w:p>
    <w:p w:rsidR="00E1754E" w:rsidRDefault="00E1754E" w:rsidP="00AB2235">
      <w:pPr>
        <w:tabs>
          <w:tab w:val="left" w:pos="360"/>
        </w:tabs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Egyházaskesző</w:t>
      </w:r>
    </w:p>
    <w:p w:rsidR="00E1754E" w:rsidRDefault="00E1754E" w:rsidP="00AB2235">
      <w:pPr>
        <w:tabs>
          <w:tab w:val="left" w:pos="360"/>
        </w:tabs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Homokbödöge</w:t>
      </w:r>
    </w:p>
    <w:p w:rsidR="00E1754E" w:rsidRDefault="00E1754E" w:rsidP="00AB2235">
      <w:pPr>
        <w:tabs>
          <w:tab w:val="left" w:pos="360"/>
        </w:tabs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Lovászpatona</w:t>
      </w:r>
    </w:p>
    <w:p w:rsidR="00E1754E" w:rsidRPr="00700EAE" w:rsidRDefault="00E1754E" w:rsidP="00AB2235">
      <w:pPr>
        <w:tabs>
          <w:tab w:val="left" w:pos="360"/>
        </w:tabs>
        <w:jc w:val="both"/>
        <w:rPr>
          <w:rFonts w:ascii="Garamond" w:hAnsi="Garamond"/>
        </w:rPr>
      </w:pPr>
      <w:r w:rsidRPr="00700EAE">
        <w:rPr>
          <w:rFonts w:ascii="Garamond" w:hAnsi="Garamond"/>
        </w:rPr>
        <w:t>Magyargencs</w:t>
      </w:r>
    </w:p>
    <w:p w:rsidR="00E1754E" w:rsidRDefault="00E1754E" w:rsidP="00AB2235">
      <w:pPr>
        <w:tabs>
          <w:tab w:val="left" w:pos="360"/>
        </w:tabs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Malomsok </w:t>
      </w:r>
    </w:p>
    <w:p w:rsidR="00E1754E" w:rsidRDefault="00E1754E" w:rsidP="00AB2235">
      <w:pPr>
        <w:tabs>
          <w:tab w:val="left" w:pos="360"/>
        </w:tabs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Marcaltő </w:t>
      </w:r>
    </w:p>
    <w:p w:rsidR="00E1754E" w:rsidRDefault="00E1754E" w:rsidP="00AB2235">
      <w:pPr>
        <w:tabs>
          <w:tab w:val="left" w:pos="360"/>
        </w:tabs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Marcalgergelyi </w:t>
      </w:r>
    </w:p>
    <w:p w:rsidR="00E1754E" w:rsidRDefault="00E1754E" w:rsidP="00AB2235">
      <w:pPr>
        <w:tabs>
          <w:tab w:val="left" w:pos="360"/>
        </w:tabs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Mezőlak </w:t>
      </w:r>
    </w:p>
    <w:p w:rsidR="00E1754E" w:rsidRDefault="00E1754E" w:rsidP="00AB2235">
      <w:pPr>
        <w:tabs>
          <w:tab w:val="left" w:pos="360"/>
        </w:tabs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Nagyacsád</w:t>
      </w:r>
    </w:p>
    <w:p w:rsidR="00E1754E" w:rsidRDefault="00E1754E" w:rsidP="00AB2235">
      <w:pPr>
        <w:tabs>
          <w:tab w:val="left" w:pos="360"/>
        </w:tabs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Nagytevel</w:t>
      </w:r>
    </w:p>
    <w:p w:rsidR="00E1754E" w:rsidRDefault="00E1754E" w:rsidP="00AB2235">
      <w:pPr>
        <w:tabs>
          <w:tab w:val="left" w:pos="360"/>
        </w:tabs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Nemesgörzsöny</w:t>
      </w:r>
    </w:p>
    <w:p w:rsidR="00E1754E" w:rsidRPr="00F849AD" w:rsidRDefault="00E1754E" w:rsidP="00AB2235">
      <w:pPr>
        <w:tabs>
          <w:tab w:val="left" w:pos="360"/>
        </w:tabs>
        <w:jc w:val="both"/>
        <w:rPr>
          <w:rFonts w:ascii="Garamond" w:hAnsi="Garamond"/>
        </w:rPr>
      </w:pPr>
      <w:r w:rsidRPr="00F849AD">
        <w:rPr>
          <w:rFonts w:ascii="Garamond" w:hAnsi="Garamond"/>
        </w:rPr>
        <w:t>Németbánya</w:t>
      </w:r>
    </w:p>
    <w:p w:rsidR="00E1754E" w:rsidRDefault="00E1754E" w:rsidP="00AB2235">
      <w:pPr>
        <w:tabs>
          <w:tab w:val="left" w:pos="360"/>
        </w:tabs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Nyárád </w:t>
      </w:r>
    </w:p>
    <w:p w:rsidR="00E1754E" w:rsidRPr="00AB2235" w:rsidRDefault="00E1754E" w:rsidP="00AB2235">
      <w:pPr>
        <w:tabs>
          <w:tab w:val="left" w:pos="360"/>
        </w:tabs>
        <w:jc w:val="both"/>
        <w:rPr>
          <w:rFonts w:ascii="Garamond" w:hAnsi="Garamond"/>
          <w:i/>
          <w:strike/>
        </w:rPr>
      </w:pPr>
      <w:r w:rsidRPr="00AB2235">
        <w:rPr>
          <w:rFonts w:ascii="Garamond" w:hAnsi="Garamond"/>
          <w:i/>
          <w:strike/>
        </w:rPr>
        <w:t>Pápa</w:t>
      </w:r>
    </w:p>
    <w:p w:rsidR="00E1754E" w:rsidRDefault="00E1754E" w:rsidP="00AB2235">
      <w:pPr>
        <w:tabs>
          <w:tab w:val="left" w:pos="360"/>
          <w:tab w:val="left" w:pos="5509"/>
        </w:tabs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Pápadereske</w:t>
      </w:r>
    </w:p>
    <w:p w:rsidR="00E1754E" w:rsidRDefault="00E1754E" w:rsidP="00AB2235">
      <w:pPr>
        <w:tabs>
          <w:tab w:val="left" w:pos="360"/>
        </w:tabs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Pápakovácsi </w:t>
      </w:r>
    </w:p>
    <w:p w:rsidR="00E1754E" w:rsidRDefault="00E1754E" w:rsidP="00AB2235">
      <w:pPr>
        <w:tabs>
          <w:tab w:val="left" w:pos="360"/>
        </w:tabs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Pápasalamon</w:t>
      </w:r>
    </w:p>
    <w:p w:rsidR="00E1754E" w:rsidRPr="00153620" w:rsidRDefault="00E1754E" w:rsidP="00AB2235">
      <w:pPr>
        <w:tabs>
          <w:tab w:val="left" w:pos="360"/>
        </w:tabs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Pápateszér</w:t>
      </w:r>
    </w:p>
    <w:p w:rsidR="00E1754E" w:rsidRDefault="00E1754E" w:rsidP="00AB2235">
      <w:pPr>
        <w:tabs>
          <w:tab w:val="left" w:pos="360"/>
        </w:tabs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Vanyola</w:t>
      </w:r>
    </w:p>
    <w:p w:rsidR="00E1754E" w:rsidRDefault="00E1754E" w:rsidP="00AB2235">
      <w:pPr>
        <w:tabs>
          <w:tab w:val="left" w:pos="360"/>
        </w:tabs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Várkesző </w:t>
      </w:r>
    </w:p>
    <w:p w:rsidR="00E1754E" w:rsidRPr="00F849AD" w:rsidRDefault="00E1754E" w:rsidP="00AB2235">
      <w:pPr>
        <w:tabs>
          <w:tab w:val="left" w:pos="360"/>
        </w:tabs>
        <w:jc w:val="both"/>
        <w:rPr>
          <w:rFonts w:ascii="Garamond" w:hAnsi="Garamond"/>
        </w:rPr>
      </w:pPr>
      <w:r w:rsidRPr="00F849AD">
        <w:rPr>
          <w:rFonts w:ascii="Garamond" w:hAnsi="Garamond"/>
        </w:rPr>
        <w:t>Vaszar</w:t>
      </w:r>
    </w:p>
    <w:p w:rsidR="00E1754E" w:rsidRPr="00F849AD" w:rsidRDefault="00E1754E" w:rsidP="00AB2235">
      <w:pPr>
        <w:tabs>
          <w:tab w:val="left" w:pos="360"/>
        </w:tabs>
        <w:jc w:val="both"/>
        <w:rPr>
          <w:rFonts w:ascii="Garamond" w:hAnsi="Garamond"/>
        </w:rPr>
        <w:sectPr w:rsidR="00E1754E" w:rsidRPr="00F849AD">
          <w:type w:val="continuous"/>
          <w:pgSz w:w="11906" w:h="16838"/>
          <w:pgMar w:top="1417" w:right="1417" w:bottom="1417" w:left="1417" w:header="708" w:footer="708" w:gutter="0"/>
          <w:cols w:num="2" w:space="26"/>
        </w:sectPr>
      </w:pPr>
      <w:r w:rsidRPr="00F849AD">
        <w:rPr>
          <w:rFonts w:ascii="Garamond" w:hAnsi="Garamond"/>
        </w:rPr>
        <w:t xml:space="preserve"> Vinár</w:t>
      </w:r>
      <w:r>
        <w:rPr>
          <w:rFonts w:ascii="Garamond" w:hAnsi="Garamond"/>
        </w:rPr>
        <w:t>”</w:t>
      </w:r>
    </w:p>
    <w:p w:rsidR="00E1754E" w:rsidRPr="00AB2235" w:rsidRDefault="00E1754E" w:rsidP="00AE3812">
      <w:pPr>
        <w:tabs>
          <w:tab w:val="left" w:pos="2268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577F5E">
        <w:rPr>
          <w:rFonts w:ascii="Times New Roman" w:hAnsi="Times New Roman"/>
          <w:b/>
          <w:sz w:val="24"/>
          <w:szCs w:val="24"/>
        </w:rPr>
        <w:t>Záradék</w:t>
      </w:r>
    </w:p>
    <w:p w:rsidR="00E1754E" w:rsidRPr="00F2127B" w:rsidRDefault="00E1754E" w:rsidP="00AE381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Pápakörnyéki Önkormányzatok Feladatellátó</w:t>
      </w:r>
      <w:r w:rsidRPr="00F2127B">
        <w:rPr>
          <w:rFonts w:ascii="Times New Roman" w:hAnsi="Times New Roman"/>
          <w:b/>
          <w:sz w:val="24"/>
          <w:szCs w:val="24"/>
        </w:rPr>
        <w:t xml:space="preserve"> Társulás Társulási Tanács</w:t>
      </w:r>
    </w:p>
    <w:p w:rsidR="00E1754E" w:rsidRPr="00F2127B" w:rsidRDefault="00E1754E" w:rsidP="00AE381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/2013. (XII. 5.</w:t>
      </w:r>
      <w:r w:rsidRPr="00F2127B">
        <w:rPr>
          <w:rFonts w:ascii="Times New Roman" w:hAnsi="Times New Roman"/>
          <w:b/>
          <w:sz w:val="24"/>
          <w:szCs w:val="24"/>
        </w:rPr>
        <w:t>) határozata</w:t>
      </w:r>
    </w:p>
    <w:p w:rsidR="00E1754E" w:rsidRDefault="00E1754E" w:rsidP="00AE38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Pápakörnyéki Önkormányzatok Feladatellátó</w:t>
      </w:r>
      <w:r w:rsidRPr="00F2127B">
        <w:rPr>
          <w:rFonts w:ascii="Times New Roman" w:hAnsi="Times New Roman"/>
          <w:sz w:val="24"/>
          <w:szCs w:val="24"/>
        </w:rPr>
        <w:t xml:space="preserve"> Társulás Társulási Taná</w:t>
      </w:r>
      <w:r>
        <w:rPr>
          <w:rFonts w:ascii="Times New Roman" w:hAnsi="Times New Roman"/>
          <w:sz w:val="24"/>
          <w:szCs w:val="24"/>
        </w:rPr>
        <w:t xml:space="preserve">csa a Pápakörnyéki Önkormányzatok Feladatellátó </w:t>
      </w:r>
      <w:r w:rsidRPr="00F2127B">
        <w:rPr>
          <w:rFonts w:ascii="Times New Roman" w:hAnsi="Times New Roman"/>
          <w:sz w:val="24"/>
          <w:szCs w:val="24"/>
        </w:rPr>
        <w:t>Társulás társulási megállapodás módosítását és annak egységes szerkezetét – az előterj</w:t>
      </w:r>
      <w:r>
        <w:rPr>
          <w:rFonts w:ascii="Times New Roman" w:hAnsi="Times New Roman"/>
          <w:sz w:val="24"/>
          <w:szCs w:val="24"/>
        </w:rPr>
        <w:t>esztés 1. és 2.</w:t>
      </w:r>
      <w:r w:rsidRPr="00F2127B">
        <w:rPr>
          <w:rFonts w:ascii="Times New Roman" w:hAnsi="Times New Roman"/>
          <w:sz w:val="24"/>
          <w:szCs w:val="24"/>
        </w:rPr>
        <w:t xml:space="preserve"> mellékletében foglaltaknak megfelelően – jóváhagyja</w:t>
      </w:r>
    </w:p>
    <w:p w:rsidR="00E1754E" w:rsidRPr="00F2127B" w:rsidRDefault="00E1754E" w:rsidP="00AE38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társulási megállapodás módosítása 2014. január 1-től lép hatályba.</w:t>
      </w:r>
    </w:p>
    <w:p w:rsidR="00E1754E" w:rsidRPr="00F2127B" w:rsidRDefault="00E1754E" w:rsidP="00AE38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27B">
        <w:rPr>
          <w:rFonts w:ascii="Times New Roman" w:hAnsi="Times New Roman"/>
          <w:sz w:val="24"/>
          <w:szCs w:val="24"/>
        </w:rPr>
        <w:t>Határidő: Folyamatos</w:t>
      </w:r>
    </w:p>
    <w:p w:rsidR="00E1754E" w:rsidRPr="00F2127B" w:rsidRDefault="00E1754E" w:rsidP="00AE38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27B">
        <w:rPr>
          <w:rFonts w:ascii="Times New Roman" w:hAnsi="Times New Roman"/>
          <w:sz w:val="24"/>
          <w:szCs w:val="24"/>
        </w:rPr>
        <w:t>Felelős: Elnök</w:t>
      </w:r>
    </w:p>
    <w:p w:rsidR="00E1754E" w:rsidRDefault="00E1754E" w:rsidP="00C84F50"/>
    <w:p w:rsidR="00E1754E" w:rsidRPr="00577F5E" w:rsidRDefault="00E1754E" w:rsidP="00AB2235">
      <w:pPr>
        <w:tabs>
          <w:tab w:val="left" w:pos="2268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>Kunszt Szabolcs</w:t>
      </w:r>
    </w:p>
    <w:p w:rsidR="00E1754E" w:rsidRPr="00577F5E" w:rsidRDefault="00E1754E" w:rsidP="00AB2235">
      <w:pPr>
        <w:tabs>
          <w:tab w:val="left" w:pos="2268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  <w:t xml:space="preserve">       elnök</w:t>
      </w:r>
    </w:p>
    <w:p w:rsidR="00E1754E" w:rsidRDefault="00E1754E" w:rsidP="00C84F50"/>
    <w:p w:rsidR="00E1754E" w:rsidRDefault="00E1754E" w:rsidP="00C84F50"/>
    <w:p w:rsidR="00E1754E" w:rsidRDefault="00E1754E" w:rsidP="00DA6473">
      <w:pPr>
        <w:pStyle w:val="BodyTextIndent"/>
        <w:tabs>
          <w:tab w:val="left" w:pos="0"/>
        </w:tabs>
        <w:ind w:left="0"/>
        <w:rPr>
          <w:b/>
          <w:szCs w:val="24"/>
        </w:rPr>
      </w:pPr>
      <w:r>
        <w:rPr>
          <w:b/>
          <w:szCs w:val="24"/>
        </w:rPr>
        <w:t>Pápakovácsi  Önkormányzata Képviselő-testületének</w:t>
      </w:r>
    </w:p>
    <w:p w:rsidR="00E1754E" w:rsidRDefault="00E1754E" w:rsidP="00DA6473">
      <w:pPr>
        <w:pStyle w:val="BodyTextIndent"/>
        <w:tabs>
          <w:tab w:val="left" w:pos="0"/>
        </w:tabs>
        <w:ind w:left="0"/>
        <w:rPr>
          <w:b/>
          <w:szCs w:val="24"/>
        </w:rPr>
      </w:pPr>
      <w:r>
        <w:rPr>
          <w:b/>
          <w:szCs w:val="24"/>
        </w:rPr>
        <w:t>…./2013. (XII. ..) határozata</w:t>
      </w:r>
    </w:p>
    <w:p w:rsidR="00E1754E" w:rsidRDefault="00E1754E" w:rsidP="00DA6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Pápakovácsi Önkormányzatának Képviselő-testülete a Pápakörnyéki Önkormányzatok Feladatellátó Társulás társulási megállapodás módosítását és annak egységes szerkezetét – az előterjesztés 1. és 2. mellékletében foglaltaknak megfelelően – jóváhagyja</w:t>
      </w:r>
    </w:p>
    <w:p w:rsidR="00E1754E" w:rsidRDefault="00E1754E" w:rsidP="00DA6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társulási megállapodás módosítása 2014. január 1-től lép hatályba.</w:t>
      </w:r>
    </w:p>
    <w:p w:rsidR="00E1754E" w:rsidRDefault="00E1754E" w:rsidP="00DA6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Folyamatos</w:t>
      </w:r>
    </w:p>
    <w:p w:rsidR="00E1754E" w:rsidRDefault="00E1754E" w:rsidP="00DA6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E1754E" w:rsidRDefault="00E1754E" w:rsidP="00C84F50"/>
    <w:p w:rsidR="00E1754E" w:rsidRDefault="00E1754E" w:rsidP="00C84F50"/>
    <w:p w:rsidR="00E1754E" w:rsidRDefault="00E1754E" w:rsidP="00C84F50"/>
    <w:p w:rsidR="00E1754E" w:rsidRDefault="00E1754E" w:rsidP="00C84F50"/>
    <w:p w:rsidR="00E1754E" w:rsidRDefault="00E1754E" w:rsidP="00C84F50"/>
    <w:p w:rsidR="00E1754E" w:rsidRDefault="00E1754E" w:rsidP="00C84F50"/>
    <w:p w:rsidR="00E1754E" w:rsidRPr="00BA6F0D" w:rsidRDefault="00E1754E" w:rsidP="00C84F50"/>
    <w:sectPr w:rsidR="00E1754E" w:rsidRPr="00BA6F0D" w:rsidSect="00F00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837C6"/>
    <w:multiLevelType w:val="hybridMultilevel"/>
    <w:tmpl w:val="BC62B1B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F50"/>
    <w:rsid w:val="00145034"/>
    <w:rsid w:val="00153620"/>
    <w:rsid w:val="001B6763"/>
    <w:rsid w:val="001E55BD"/>
    <w:rsid w:val="001F00FA"/>
    <w:rsid w:val="00291406"/>
    <w:rsid w:val="002B1002"/>
    <w:rsid w:val="002B4CE3"/>
    <w:rsid w:val="00364060"/>
    <w:rsid w:val="00365346"/>
    <w:rsid w:val="004006EA"/>
    <w:rsid w:val="004A28B2"/>
    <w:rsid w:val="004B46A8"/>
    <w:rsid w:val="004C07D2"/>
    <w:rsid w:val="00551546"/>
    <w:rsid w:val="00570D6F"/>
    <w:rsid w:val="00577F5E"/>
    <w:rsid w:val="005B2D2F"/>
    <w:rsid w:val="005F78D8"/>
    <w:rsid w:val="006E1E8F"/>
    <w:rsid w:val="00700EAE"/>
    <w:rsid w:val="00704F22"/>
    <w:rsid w:val="0078603F"/>
    <w:rsid w:val="007A4F98"/>
    <w:rsid w:val="00923C72"/>
    <w:rsid w:val="0094189A"/>
    <w:rsid w:val="009F5C45"/>
    <w:rsid w:val="00AB2235"/>
    <w:rsid w:val="00AE3812"/>
    <w:rsid w:val="00B15ABB"/>
    <w:rsid w:val="00BA6F0D"/>
    <w:rsid w:val="00C84F50"/>
    <w:rsid w:val="00CD7CF8"/>
    <w:rsid w:val="00D830CE"/>
    <w:rsid w:val="00DA6473"/>
    <w:rsid w:val="00DC0649"/>
    <w:rsid w:val="00DC6E7C"/>
    <w:rsid w:val="00DE3E92"/>
    <w:rsid w:val="00E1754E"/>
    <w:rsid w:val="00ED0DAD"/>
    <w:rsid w:val="00F0075F"/>
    <w:rsid w:val="00F2127B"/>
    <w:rsid w:val="00F747EC"/>
    <w:rsid w:val="00F849AD"/>
    <w:rsid w:val="00FA7250"/>
    <w:rsid w:val="00FD7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F50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B46A8"/>
    <w:pPr>
      <w:keepNext/>
      <w:tabs>
        <w:tab w:val="left" w:pos="2268"/>
      </w:tabs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eastAsia="hu-H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B46A8"/>
    <w:rPr>
      <w:rFonts w:ascii="Times New Roman" w:hAnsi="Times New Roman" w:cs="Times New Roman"/>
      <w:sz w:val="20"/>
      <w:szCs w:val="20"/>
      <w:lang w:eastAsia="hu-HU"/>
    </w:rPr>
  </w:style>
  <w:style w:type="paragraph" w:styleId="Header">
    <w:name w:val="header"/>
    <w:basedOn w:val="Normal"/>
    <w:link w:val="HeaderChar"/>
    <w:uiPriority w:val="99"/>
    <w:rsid w:val="001450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45034"/>
    <w:rPr>
      <w:rFonts w:ascii="Times New Roman" w:hAnsi="Times New Roman" w:cs="Times New Roman"/>
      <w:sz w:val="24"/>
      <w:szCs w:val="24"/>
      <w:lang w:eastAsia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A6473"/>
    <w:rPr>
      <w:rFonts w:ascii="Calibri" w:eastAsia="Times New Roman" w:hAnsi="Calibri" w:cs="Times New Roman"/>
      <w:sz w:val="24"/>
      <w:lang w:val="hu-HU" w:eastAsia="hu-HU" w:bidi="ar-SA"/>
    </w:rPr>
  </w:style>
  <w:style w:type="paragraph" w:styleId="BodyTextIndent">
    <w:name w:val="Body Text Indent"/>
    <w:basedOn w:val="Normal"/>
    <w:link w:val="BodyTextIndentChar"/>
    <w:uiPriority w:val="99"/>
    <w:rsid w:val="00DA6473"/>
    <w:pPr>
      <w:tabs>
        <w:tab w:val="left" w:pos="2268"/>
      </w:tabs>
      <w:spacing w:after="0" w:line="240" w:lineRule="auto"/>
      <w:ind w:left="284"/>
      <w:jc w:val="both"/>
    </w:pPr>
    <w:rPr>
      <w:rFonts w:eastAsia="Times New Roman"/>
      <w:sz w:val="24"/>
      <w:szCs w:val="20"/>
      <w:lang w:eastAsia="hu-H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1F5F42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4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9</Pages>
  <Words>1231</Words>
  <Characters>8498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Társulási megállapodás</dc:title>
  <dc:subject/>
  <dc:creator>VLG</dc:creator>
  <cp:keywords/>
  <dc:description/>
  <cp:lastModifiedBy>Pápakovácsi</cp:lastModifiedBy>
  <cp:revision>2</cp:revision>
  <dcterms:created xsi:type="dcterms:W3CDTF">2013-12-09T13:05:00Z</dcterms:created>
  <dcterms:modified xsi:type="dcterms:W3CDTF">2013-12-09T13:05:00Z</dcterms:modified>
</cp:coreProperties>
</file>