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80" w:rsidRDefault="000C6A80" w:rsidP="001A3D18">
      <w:pPr>
        <w:jc w:val="center"/>
        <w:rPr>
          <w:rFonts w:ascii="Arial" w:hAnsi="Arial" w:cs="Arial"/>
          <w:b/>
          <w:sz w:val="24"/>
          <w:szCs w:val="24"/>
        </w:rPr>
      </w:pPr>
    </w:p>
    <w:p w:rsidR="000C6A80" w:rsidRPr="001A3D18" w:rsidRDefault="000C6A80" w:rsidP="001A3D18">
      <w:pPr>
        <w:jc w:val="center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Előterjesztés</w:t>
      </w:r>
    </w:p>
    <w:p w:rsidR="000C6A80" w:rsidRPr="001A3D18" w:rsidRDefault="000C6A80" w:rsidP="001A3D18">
      <w:pPr>
        <w:jc w:val="center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Pápakovácsi Önkormányzat 2014. április 30-i ülésére</w:t>
      </w: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Pr="001A3D18" w:rsidRDefault="000C6A80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1A3D18">
        <w:rPr>
          <w:rFonts w:ascii="Arial" w:hAnsi="Arial" w:cs="Arial"/>
          <w:b/>
          <w:sz w:val="24"/>
          <w:szCs w:val="24"/>
        </w:rPr>
        <w:t>Tárgy: Helyi Esélyegyenlőségi Program módosítása</w:t>
      </w:r>
    </w:p>
    <w:p w:rsidR="000C6A80" w:rsidRPr="001A3D18" w:rsidRDefault="000C6A80" w:rsidP="003A2653">
      <w:pPr>
        <w:jc w:val="both"/>
        <w:rPr>
          <w:rFonts w:ascii="Arial" w:hAnsi="Arial" w:cs="Arial"/>
          <w:b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Helyi Esélyegyenlőségi Programot (továbbiakban HEP)  a Képviselő-testület 2013. júliusában fogadta el. </w:t>
      </w: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programban kamera-rendszer kiépítés nem szerepelt tervezett feladatok között. Az önkormányzat pályázatot nyújtott be a településen térfigyelő kamera-rendszer kiépítésére, ezért javaslom, hogy a HEP ezzel az alábbiak szerint kerüljön módosításra:</w:t>
      </w: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Pr="004D6135" w:rsidRDefault="000C6A80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A HEP helyzetelemzése </w:t>
      </w:r>
      <w:r>
        <w:rPr>
          <w:rFonts w:ascii="Arial" w:hAnsi="Arial" w:cs="Arial"/>
          <w:b/>
          <w:sz w:val="24"/>
          <w:szCs w:val="24"/>
        </w:rPr>
        <w:t xml:space="preserve">fejezet </w:t>
      </w:r>
      <w:r w:rsidRPr="004D6135">
        <w:rPr>
          <w:rFonts w:ascii="Arial" w:hAnsi="Arial" w:cs="Arial"/>
          <w:b/>
          <w:sz w:val="24"/>
          <w:szCs w:val="24"/>
        </w:rPr>
        <w:t xml:space="preserve"> 6.5. pontj</w:t>
      </w:r>
      <w:r>
        <w:rPr>
          <w:rFonts w:ascii="Arial" w:hAnsi="Arial" w:cs="Arial"/>
          <w:b/>
          <w:sz w:val="24"/>
          <w:szCs w:val="24"/>
        </w:rPr>
        <w:t>ában lévő táblázat</w:t>
      </w:r>
      <w:r w:rsidRPr="004D6135">
        <w:rPr>
          <w:rFonts w:ascii="Arial" w:hAnsi="Arial" w:cs="Arial"/>
          <w:b/>
          <w:sz w:val="24"/>
          <w:szCs w:val="24"/>
        </w:rPr>
        <w:t xml:space="preserve"> kiegészül:</w:t>
      </w:r>
    </w:p>
    <w:p w:rsidR="000C6A80" w:rsidRDefault="000C6A80" w:rsidP="003A2653">
      <w:pPr>
        <w:jc w:val="both"/>
        <w:rPr>
          <w:rFonts w:ascii="Arial" w:hAnsi="Arial" w:cs="Arial"/>
          <w:b/>
          <w:sz w:val="24"/>
          <w:szCs w:val="24"/>
        </w:rPr>
      </w:pPr>
    </w:p>
    <w:p w:rsidR="000C6A80" w:rsidRPr="004D6135" w:rsidRDefault="000C6A80" w:rsidP="003A2653">
      <w:pPr>
        <w:jc w:val="both"/>
        <w:rPr>
          <w:rFonts w:ascii="Arial" w:hAnsi="Arial" w:cs="Arial"/>
          <w:b/>
          <w:sz w:val="24"/>
          <w:szCs w:val="24"/>
        </w:rPr>
      </w:pPr>
      <w:r w:rsidRPr="004D613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Beazonosított problémák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fejlesztési lehetőségek</w:t>
            </w:r>
          </w:p>
          <w:p w:rsidR="000C6A80" w:rsidRPr="00395884" w:rsidRDefault="000C6A80" w:rsidP="00395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idősek, egyedülélők biztonságérzetének növelése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térfigyelő kamerarendszer kiépítése pályázati forrásból</w:t>
            </w:r>
          </w:p>
        </w:tc>
      </w:tr>
    </w:tbl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HEP </w:t>
      </w:r>
      <w:r w:rsidRPr="001A3D18">
        <w:rPr>
          <w:rFonts w:ascii="Arial" w:hAnsi="Arial" w:cs="Arial"/>
          <w:b/>
          <w:sz w:val="24"/>
          <w:szCs w:val="24"/>
        </w:rPr>
        <w:t xml:space="preserve">Intézkedési Terve fejezet </w:t>
      </w:r>
      <w:r>
        <w:rPr>
          <w:rFonts w:ascii="Arial" w:hAnsi="Arial" w:cs="Arial"/>
          <w:sz w:val="24"/>
          <w:szCs w:val="24"/>
        </w:rPr>
        <w:t xml:space="preserve"> az alábbiakkal egészül ki</w:t>
      </w:r>
    </w:p>
    <w:p w:rsidR="000C6A80" w:rsidRDefault="000C6A80" w:rsidP="003A2653">
      <w:pPr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366B26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helyzetelemzés megállapításainak összegzése</w:t>
      </w:r>
      <w:r>
        <w:rPr>
          <w:rFonts w:ascii="Arial" w:hAnsi="Arial" w:cs="Arial"/>
          <w:sz w:val="24"/>
          <w:szCs w:val="24"/>
        </w:rPr>
        <w:t xml:space="preserve"> cím alatti táblázat, idősek célcsoportnál:</w:t>
      </w:r>
    </w:p>
    <w:p w:rsidR="000C6A80" w:rsidRDefault="000C6A80" w:rsidP="00366B26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problémák beazonosítása rövid megnevezéssel: „korcsoport biztonságérzetének fokozása”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fejlesztési lehetőség meghatározása rövid címmel: „térfigyelő kamerarendszer építése”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Pr="001A3D18">
        <w:rPr>
          <w:rFonts w:ascii="Arial" w:hAnsi="Arial" w:cs="Arial"/>
          <w:sz w:val="24"/>
          <w:szCs w:val="24"/>
          <w:u w:val="single"/>
        </w:rPr>
        <w:t>beavatkozások megvalósítói táblázat: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célcsoportnál: intézkedés címe, megnevezése: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térfigyelő kamerarendszer építése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intézkedésbe bevont aktorok és partnerek, kiemelve a felelőst: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képviselő-testület-pályázatkészítő-kivitelező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</w:t>
      </w:r>
      <w:r w:rsidRPr="001A3D18">
        <w:rPr>
          <w:rFonts w:ascii="Arial" w:hAnsi="Arial" w:cs="Arial"/>
          <w:sz w:val="24"/>
          <w:szCs w:val="24"/>
          <w:u w:val="single"/>
        </w:rPr>
        <w:t xml:space="preserve"> intézkedési területek részletek kifejtése c</w:t>
      </w:r>
      <w:r>
        <w:rPr>
          <w:rFonts w:ascii="Arial" w:hAnsi="Arial" w:cs="Arial"/>
          <w:sz w:val="24"/>
          <w:szCs w:val="24"/>
        </w:rPr>
        <w:t>ímnél: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célcsoportnál 4. táblázat beszúrásra kerül: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4"/>
        <w:gridCol w:w="4284"/>
      </w:tblGrid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Intézkedés címe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térfigyelő kamerarendszer építése</w:t>
            </w:r>
          </w:p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Feltárt probléma (kiinduló értékekkel)</w:t>
            </w:r>
          </w:p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Célok:-</w:t>
            </w:r>
          </w:p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Általános megfogalmazás és rövid-közép- és hosszútávú időegységekre bontásban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A településen nincs térfigyelő kamera, házalók, idegenek több esetben becsapták a hiszékeny,  főként idős, egyedül élő személyeket, több betörés is volt a településen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Tevékenységek (a beavatkozás tartalma pontokba szedve)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képviselő testület döntése-pályázat elkészítése, benyújtása – sikeres pályázat esetén kivitelezés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Résztvevők és felelős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képviselő-testület-pályázatíró-kivitelező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Partnerek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önkormányzat – kivitelező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Határidők pontokba szedve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R: 1 év</w:t>
            </w:r>
          </w:p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K.  2 év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Eredményességi mutatók és annak dokumentálása, forrása (rövid, közép- és hosszútávon) valamint fenntarthatósága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A településen a lakosok közbiztonsága növekedik, bekövetkezett esemény esetén a kamerai felvételek alapján a felderítés eredményesebb</w:t>
            </w:r>
          </w:p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A kamerarendszert hosszú távon működtetni tudja az önkormányzat, fenntartása nem jár jelentős költséggel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Kockázatok és csökkentésük eszközei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a pályázat sikertelensége – saját forrás biztosítása</w:t>
            </w:r>
          </w:p>
        </w:tc>
      </w:tr>
      <w:tr w:rsidR="000C6A80" w:rsidTr="00395884"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Szükséges erőforrások</w:t>
            </w:r>
          </w:p>
        </w:tc>
        <w:tc>
          <w:tcPr>
            <w:tcW w:w="4606" w:type="dxa"/>
          </w:tcPr>
          <w:p w:rsidR="000C6A80" w:rsidRPr="00395884" w:rsidRDefault="000C6A80" w:rsidP="00395884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5884">
              <w:rPr>
                <w:rFonts w:ascii="Arial" w:hAnsi="Arial" w:cs="Arial"/>
                <w:sz w:val="24"/>
                <w:szCs w:val="24"/>
              </w:rPr>
              <w:t>pályázati forrás – költségvetés függvényében saját forrás</w:t>
            </w:r>
          </w:p>
        </w:tc>
      </w:tr>
    </w:tbl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Kérem a képviselő-testülete a módosítás elfogadására.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2014. április 23.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Kissné Szántó Mária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aljegyző</w:t>
      </w:r>
    </w:p>
    <w:p w:rsidR="000C6A80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0C6A80" w:rsidRPr="004D6135" w:rsidRDefault="000C6A80" w:rsidP="004D6135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4D6135">
        <w:rPr>
          <w:rFonts w:ascii="Arial" w:hAnsi="Arial" w:cs="Arial"/>
          <w:sz w:val="24"/>
          <w:szCs w:val="24"/>
        </w:rPr>
        <w:t xml:space="preserve"> </w:t>
      </w:r>
    </w:p>
    <w:sectPr w:rsidR="000C6A80" w:rsidRPr="004D6135" w:rsidSect="00710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E44C0"/>
    <w:multiLevelType w:val="hybridMultilevel"/>
    <w:tmpl w:val="CB2ABAD4"/>
    <w:lvl w:ilvl="0" w:tplc="D11007F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653"/>
    <w:rsid w:val="000C6A80"/>
    <w:rsid w:val="001A3D18"/>
    <w:rsid w:val="001B2219"/>
    <w:rsid w:val="001D4A34"/>
    <w:rsid w:val="002F4AA6"/>
    <w:rsid w:val="00366B26"/>
    <w:rsid w:val="00395884"/>
    <w:rsid w:val="003A2653"/>
    <w:rsid w:val="0045712A"/>
    <w:rsid w:val="004D6135"/>
    <w:rsid w:val="00710F79"/>
    <w:rsid w:val="009867C2"/>
    <w:rsid w:val="00C339DF"/>
    <w:rsid w:val="00CF441B"/>
    <w:rsid w:val="00E405BA"/>
    <w:rsid w:val="00E67EA3"/>
    <w:rsid w:val="00F700A6"/>
    <w:rsid w:val="00F9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A3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4A34"/>
    <w:pPr>
      <w:keepNext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4A34"/>
    <w:pPr>
      <w:keepNext/>
      <w:jc w:val="center"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D4A34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4A34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D4A34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D4A34"/>
    <w:rPr>
      <w:rFonts w:cs="Times New Roman"/>
      <w:sz w:val="24"/>
    </w:rPr>
  </w:style>
  <w:style w:type="paragraph" w:styleId="Title">
    <w:name w:val="Title"/>
    <w:basedOn w:val="Normal"/>
    <w:link w:val="TitleChar"/>
    <w:uiPriority w:val="99"/>
    <w:qFormat/>
    <w:rsid w:val="001D4A34"/>
    <w:pPr>
      <w:jc w:val="center"/>
    </w:pPr>
    <w:rPr>
      <w:b/>
      <w:sz w:val="24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1D4A34"/>
    <w:rPr>
      <w:rFonts w:cs="Times New Roman"/>
      <w:b/>
      <w:sz w:val="24"/>
      <w:u w:val="single"/>
    </w:rPr>
  </w:style>
  <w:style w:type="table" w:styleId="TableGrid">
    <w:name w:val="Table Grid"/>
    <w:basedOn w:val="TableNormal"/>
    <w:uiPriority w:val="99"/>
    <w:rsid w:val="004D61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61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341</Words>
  <Characters>2359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acer</dc:creator>
  <cp:keywords/>
  <dc:description/>
  <cp:lastModifiedBy>Pápakovácsi</cp:lastModifiedBy>
  <cp:revision>2</cp:revision>
  <dcterms:created xsi:type="dcterms:W3CDTF">2014-05-12T12:26:00Z</dcterms:created>
  <dcterms:modified xsi:type="dcterms:W3CDTF">2014-05-12T12:26:00Z</dcterms:modified>
</cp:coreProperties>
</file>