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FB9" w:rsidRPr="001B0F9E" w:rsidRDefault="00DA2FB9" w:rsidP="00C5467A">
      <w:pPr>
        <w:spacing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Pápakovácsi Község  </w:t>
      </w:r>
      <w:r w:rsidRPr="001B0F9E">
        <w:rPr>
          <w:b/>
          <w:color w:val="000000"/>
          <w:sz w:val="28"/>
          <w:szCs w:val="28"/>
        </w:rPr>
        <w:t xml:space="preserve"> Önkormányzatának</w:t>
      </w:r>
    </w:p>
    <w:p w:rsidR="00DA2FB9" w:rsidRPr="001B0F9E" w:rsidRDefault="00DA2FB9" w:rsidP="00C5467A">
      <w:pPr>
        <w:spacing w:line="240" w:lineRule="auto"/>
        <w:jc w:val="center"/>
        <w:rPr>
          <w:b/>
          <w:color w:val="000000"/>
          <w:sz w:val="28"/>
          <w:szCs w:val="28"/>
        </w:rPr>
      </w:pPr>
      <w:r w:rsidRPr="001B0F9E">
        <w:rPr>
          <w:b/>
          <w:color w:val="000000"/>
          <w:sz w:val="28"/>
          <w:szCs w:val="28"/>
        </w:rPr>
        <w:t>GAZDASÁGI PROGRAMJA</w:t>
      </w:r>
    </w:p>
    <w:p w:rsidR="00DA2FB9" w:rsidRPr="001B0F9E" w:rsidRDefault="00DA2FB9" w:rsidP="00C5467A">
      <w:pPr>
        <w:spacing w:line="240" w:lineRule="auto"/>
        <w:jc w:val="center"/>
        <w:rPr>
          <w:b/>
          <w:color w:val="000000"/>
          <w:sz w:val="28"/>
          <w:szCs w:val="28"/>
        </w:rPr>
      </w:pPr>
      <w:r w:rsidRPr="001B0F9E">
        <w:rPr>
          <w:b/>
          <w:color w:val="000000"/>
          <w:sz w:val="28"/>
          <w:szCs w:val="28"/>
        </w:rPr>
        <w:t>2014-2019</w:t>
      </w:r>
    </w:p>
    <w:p w:rsidR="00DA2FB9" w:rsidRPr="001B0F9E" w:rsidRDefault="00DA2FB9" w:rsidP="00C5467A">
      <w:pPr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>(Elfogadva a 21/2015. (III.30.) KT  határozattal)</w:t>
      </w:r>
    </w:p>
    <w:p w:rsidR="00DA2FB9" w:rsidRPr="001B0F9E" w:rsidRDefault="00DA2FB9" w:rsidP="00C5467A">
      <w:pPr>
        <w:jc w:val="center"/>
        <w:rPr>
          <w:b/>
          <w:color w:val="000000"/>
        </w:rPr>
      </w:pPr>
    </w:p>
    <w:p w:rsidR="00DA2FB9" w:rsidRDefault="00DA2FB9" w:rsidP="005C3957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Pápakovácsi a </w:t>
      </w:r>
      <w:r>
        <w:rPr>
          <w:rFonts w:ascii="Arial" w:hAnsi="Arial" w:cs="Arial"/>
          <w:sz w:val="24"/>
        </w:rPr>
        <w:t>p</w:t>
      </w:r>
      <w:r w:rsidRPr="000B301E">
        <w:rPr>
          <w:rFonts w:ascii="Arial" w:hAnsi="Arial" w:cs="Arial"/>
          <w:sz w:val="24"/>
        </w:rPr>
        <w:t xml:space="preserve">ápai </w:t>
      </w:r>
      <w:r>
        <w:rPr>
          <w:rFonts w:ascii="Arial" w:hAnsi="Arial" w:cs="Arial"/>
          <w:sz w:val="24"/>
        </w:rPr>
        <w:t>j</w:t>
      </w:r>
      <w:r w:rsidRPr="000B301E">
        <w:rPr>
          <w:rFonts w:ascii="Arial" w:hAnsi="Arial" w:cs="Arial"/>
          <w:sz w:val="24"/>
        </w:rPr>
        <w:t xml:space="preserve">áráson belül központi fekvésűnek minősül, mert főútvonal mellett helyezkedik el. </w:t>
      </w:r>
      <w:r>
        <w:rPr>
          <w:rFonts w:ascii="Arial" w:hAnsi="Arial" w:cs="Arial"/>
          <w:sz w:val="24"/>
        </w:rPr>
        <w:t>H</w:t>
      </w:r>
      <w:r w:rsidRPr="000B301E">
        <w:rPr>
          <w:rFonts w:ascii="Arial" w:hAnsi="Arial" w:cs="Arial"/>
          <w:sz w:val="24"/>
        </w:rPr>
        <w:t>átránya a nagy forgalom, viszont előnye az, hogy a település mindenféle közlekedési eszközzel könnyen megközelíthető. Hiszen rajtunk megy keresztül: a Győr, Zalaegerszeg tengely minden menetrendszerinti járata, továbbá az Ajka, Sümeg, Devecser forgalom is ezen az úton bonyolódik. Ebből előnyt kovácsolhatunk, hiszen az itt közlekedők láthatják a település fejlődését, amely jó hírünket viheti a világba.</w:t>
      </w:r>
    </w:p>
    <w:p w:rsidR="00DA2FB9" w:rsidRPr="000B301E" w:rsidRDefault="00DA2FB9" w:rsidP="005C3957">
      <w:pPr>
        <w:ind w:firstLine="567"/>
        <w:jc w:val="both"/>
        <w:rPr>
          <w:rFonts w:ascii="Arial" w:hAnsi="Arial" w:cs="Arial"/>
          <w:sz w:val="24"/>
        </w:rPr>
      </w:pPr>
    </w:p>
    <w:p w:rsidR="00DA2FB9" w:rsidRPr="000B301E" w:rsidRDefault="00DA2FB9">
      <w:pPr>
        <w:rPr>
          <w:rFonts w:ascii="Arial" w:hAnsi="Arial" w:cs="Arial"/>
          <w:sz w:val="24"/>
          <w:u w:val="single"/>
        </w:rPr>
      </w:pPr>
      <w:r w:rsidRPr="000B301E">
        <w:rPr>
          <w:rFonts w:ascii="Arial" w:hAnsi="Arial" w:cs="Arial"/>
          <w:sz w:val="24"/>
          <w:u w:val="single"/>
        </w:rPr>
        <w:t>1.Gazdasági fejlesztésre vonatkozó programterv</w:t>
      </w:r>
    </w:p>
    <w:p w:rsidR="00DA2FB9" w:rsidRDefault="00DA2FB9" w:rsidP="005C3957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Pápakovácsi köze</w:t>
      </w:r>
      <w:r>
        <w:rPr>
          <w:rFonts w:ascii="Arial" w:hAnsi="Arial" w:cs="Arial"/>
          <w:sz w:val="24"/>
        </w:rPr>
        <w:t>pes lélekszámú és területű falu, m</w:t>
      </w:r>
      <w:r w:rsidRPr="000B301E">
        <w:rPr>
          <w:rFonts w:ascii="Arial" w:hAnsi="Arial" w:cs="Arial"/>
          <w:sz w:val="24"/>
        </w:rPr>
        <w:t xml:space="preserve">égis adottságainkra támaszkodva több lehetőséggel is számolhatunk. Sajnos az Önkormányzat tulajdonába kevés földterület maradt, ennél fogva a település terjeszkedésével nem számolhatunk. A </w:t>
      </w:r>
      <w:r>
        <w:rPr>
          <w:rFonts w:ascii="Arial" w:hAnsi="Arial" w:cs="Arial"/>
          <w:sz w:val="24"/>
        </w:rPr>
        <w:t xml:space="preserve">községben </w:t>
      </w:r>
      <w:r w:rsidRPr="000B301E">
        <w:rPr>
          <w:rFonts w:ascii="Arial" w:hAnsi="Arial" w:cs="Arial"/>
          <w:sz w:val="24"/>
        </w:rPr>
        <w:t xml:space="preserve"> több ipari</w:t>
      </w:r>
      <w:r>
        <w:rPr>
          <w:rFonts w:ascii="Arial" w:hAnsi="Arial" w:cs="Arial"/>
          <w:sz w:val="24"/>
        </w:rPr>
        <w:t xml:space="preserve">, </w:t>
      </w:r>
      <w:r w:rsidRPr="000B301E">
        <w:rPr>
          <w:rFonts w:ascii="Arial" w:hAnsi="Arial" w:cs="Arial"/>
          <w:sz w:val="24"/>
        </w:rPr>
        <w:t xml:space="preserve"> illetve mezőgazdasági létesítmény tevékenykedik, amelyekre alapozhatjuk a</w:t>
      </w:r>
      <w:r>
        <w:rPr>
          <w:rFonts w:ascii="Arial" w:hAnsi="Arial" w:cs="Arial"/>
          <w:sz w:val="24"/>
        </w:rPr>
        <w:t xml:space="preserve">z önkormányzat </w:t>
      </w:r>
      <w:r w:rsidRPr="000B301E">
        <w:rPr>
          <w:rFonts w:ascii="Arial" w:hAnsi="Arial" w:cs="Arial"/>
          <w:sz w:val="24"/>
        </w:rPr>
        <w:t xml:space="preserve"> bevételeit. Feladatunk, hogy a lehetőségeinkhez mérten segítsük azt, hogy ezek a vállalkozások továbbra is működjenek,</w:t>
      </w:r>
      <w:r>
        <w:rPr>
          <w:rFonts w:ascii="Arial" w:hAnsi="Arial" w:cs="Arial"/>
          <w:sz w:val="24"/>
        </w:rPr>
        <w:t xml:space="preserve"> - amennyiben az önkormányzat anyagi helyzete lehetővé teszi, akár  adócsökkentéssel is kedvező feltételt biztosítunk a működésükhöz . Ezek a vállalkozások </w:t>
      </w:r>
      <w:r w:rsidRPr="000B301E">
        <w:rPr>
          <w:rFonts w:ascii="Arial" w:hAnsi="Arial" w:cs="Arial"/>
          <w:sz w:val="24"/>
        </w:rPr>
        <w:t>munkát adhatnak az itt élőknek,</w:t>
      </w:r>
      <w:r>
        <w:rPr>
          <w:rFonts w:ascii="Arial" w:hAnsi="Arial" w:cs="Arial"/>
          <w:sz w:val="24"/>
        </w:rPr>
        <w:t xml:space="preserve"> - </w:t>
      </w:r>
      <w:r w:rsidRPr="000B301E">
        <w:rPr>
          <w:rFonts w:ascii="Arial" w:hAnsi="Arial" w:cs="Arial"/>
          <w:sz w:val="24"/>
        </w:rPr>
        <w:t xml:space="preserve"> illetve befizetéseikkel biztosítsák a</w:t>
      </w:r>
      <w:r>
        <w:rPr>
          <w:rFonts w:ascii="Arial" w:hAnsi="Arial" w:cs="Arial"/>
          <w:sz w:val="24"/>
        </w:rPr>
        <w:t xml:space="preserve">  falu </w:t>
      </w:r>
      <w:r w:rsidRPr="000B301E">
        <w:rPr>
          <w:rFonts w:ascii="Arial" w:hAnsi="Arial" w:cs="Arial"/>
          <w:sz w:val="24"/>
        </w:rPr>
        <w:t xml:space="preserve"> anyagi fejlődését.</w:t>
      </w:r>
      <w:r>
        <w:rPr>
          <w:rFonts w:ascii="Arial" w:hAnsi="Arial" w:cs="Arial"/>
          <w:sz w:val="24"/>
        </w:rPr>
        <w:t xml:space="preserve"> </w:t>
      </w:r>
    </w:p>
    <w:p w:rsidR="00DA2FB9" w:rsidRPr="000B301E" w:rsidRDefault="00DA2FB9" w:rsidP="005C3957">
      <w:pPr>
        <w:ind w:firstLine="567"/>
        <w:jc w:val="both"/>
        <w:rPr>
          <w:rFonts w:ascii="Arial" w:hAnsi="Arial" w:cs="Arial"/>
          <w:sz w:val="24"/>
        </w:rPr>
      </w:pPr>
    </w:p>
    <w:p w:rsidR="00DA2FB9" w:rsidRPr="000B301E" w:rsidRDefault="00DA2FB9" w:rsidP="005C3957">
      <w:pPr>
        <w:jc w:val="both"/>
        <w:rPr>
          <w:rFonts w:ascii="Arial" w:hAnsi="Arial" w:cs="Arial"/>
          <w:sz w:val="24"/>
          <w:u w:val="single"/>
        </w:rPr>
      </w:pPr>
      <w:r w:rsidRPr="000B301E">
        <w:rPr>
          <w:rFonts w:ascii="Arial" w:hAnsi="Arial" w:cs="Arial"/>
          <w:sz w:val="24"/>
          <w:u w:val="single"/>
        </w:rPr>
        <w:t>2. Önkormányzat vagyona</w:t>
      </w:r>
    </w:p>
    <w:p w:rsidR="00DA2FB9" w:rsidRDefault="00DA2FB9" w:rsidP="005C3957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Az Önkormányzat vagyona az elmúlt időszakokba jelentősen csökkent. </w:t>
      </w:r>
      <w:r>
        <w:rPr>
          <w:rFonts w:ascii="Arial" w:hAnsi="Arial" w:cs="Arial"/>
          <w:sz w:val="24"/>
        </w:rPr>
        <w:t xml:space="preserve">Ennek </w:t>
      </w:r>
      <w:r w:rsidRPr="000B301E">
        <w:rPr>
          <w:rFonts w:ascii="Arial" w:hAnsi="Arial" w:cs="Arial"/>
          <w:sz w:val="24"/>
        </w:rPr>
        <w:t xml:space="preserve"> oka </w:t>
      </w:r>
      <w:r>
        <w:rPr>
          <w:rFonts w:ascii="Arial" w:hAnsi="Arial" w:cs="Arial"/>
          <w:sz w:val="24"/>
        </w:rPr>
        <w:t xml:space="preserve"> elsősorban </w:t>
      </w:r>
      <w:r w:rsidRPr="000B301E">
        <w:rPr>
          <w:rFonts w:ascii="Arial" w:hAnsi="Arial" w:cs="Arial"/>
          <w:sz w:val="24"/>
        </w:rPr>
        <w:t xml:space="preserve">a településen </w:t>
      </w:r>
      <w:r>
        <w:rPr>
          <w:rFonts w:ascii="Arial" w:hAnsi="Arial" w:cs="Arial"/>
          <w:sz w:val="24"/>
        </w:rPr>
        <w:t xml:space="preserve">lévő </w:t>
      </w:r>
      <w:r w:rsidRPr="000B301E">
        <w:rPr>
          <w:rFonts w:ascii="Arial" w:hAnsi="Arial" w:cs="Arial"/>
          <w:sz w:val="24"/>
        </w:rPr>
        <w:t xml:space="preserve"> és 2012-ig az Önkormányzat fenntartásában működő általános iskola plusz finanszírozásából adódik, valamint a település óvodájának fenntartásából adódó az állami támogatáson felüli, pluszfinanszírozási költségek. Tovább</w:t>
      </w:r>
      <w:r>
        <w:rPr>
          <w:rFonts w:ascii="Arial" w:hAnsi="Arial" w:cs="Arial"/>
          <w:sz w:val="24"/>
        </w:rPr>
        <w:t xml:space="preserve">i vagyoncsökkenést  okozott </w:t>
      </w:r>
      <w:r w:rsidRPr="000B301E">
        <w:rPr>
          <w:rFonts w:ascii="Arial" w:hAnsi="Arial" w:cs="Arial"/>
          <w:sz w:val="24"/>
        </w:rPr>
        <w:t>a gyermekétkeztetés erőn felüli támogatás</w:t>
      </w:r>
      <w:r>
        <w:rPr>
          <w:rFonts w:ascii="Arial" w:hAnsi="Arial" w:cs="Arial"/>
          <w:sz w:val="24"/>
        </w:rPr>
        <w:t xml:space="preserve">a is. </w:t>
      </w:r>
      <w:r w:rsidRPr="000B301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Jelentős plusz kiadás keletkezett  </w:t>
      </w:r>
      <w:r w:rsidRPr="000B301E">
        <w:rPr>
          <w:rFonts w:ascii="Arial" w:hAnsi="Arial" w:cs="Arial"/>
          <w:sz w:val="24"/>
        </w:rPr>
        <w:t>a svájci frankos hitelre vásárolt iskolabusz megnövekedett törlesztő részletei</w:t>
      </w:r>
      <w:r>
        <w:rPr>
          <w:rFonts w:ascii="Arial" w:hAnsi="Arial" w:cs="Arial"/>
          <w:sz w:val="24"/>
        </w:rPr>
        <w:t>nek kifizetése is.</w:t>
      </w:r>
      <w:r w:rsidRPr="000B301E">
        <w:rPr>
          <w:rFonts w:ascii="Arial" w:hAnsi="Arial" w:cs="Arial"/>
          <w:sz w:val="24"/>
        </w:rPr>
        <w:t xml:space="preserve"> </w:t>
      </w:r>
    </w:p>
    <w:p w:rsidR="00DA2FB9" w:rsidRDefault="00DA2FB9" w:rsidP="005C3957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0B301E">
        <w:rPr>
          <w:rFonts w:ascii="Arial" w:hAnsi="Arial" w:cs="Arial"/>
          <w:sz w:val="24"/>
        </w:rPr>
        <w:t xml:space="preserve">z adóbevételek jelentős részének </w:t>
      </w:r>
      <w:r>
        <w:rPr>
          <w:rFonts w:ascii="Arial" w:hAnsi="Arial" w:cs="Arial"/>
          <w:sz w:val="24"/>
        </w:rPr>
        <w:t xml:space="preserve"> - gépjármű adó 60 %-a, iletve az iparűzési adó beszámítása  az állai támogatásba - állami elvonása is, valamint a </w:t>
      </w:r>
      <w:r w:rsidRPr="000B301E">
        <w:rPr>
          <w:rFonts w:ascii="Arial" w:hAnsi="Arial" w:cs="Arial"/>
          <w:sz w:val="24"/>
        </w:rPr>
        <w:t xml:space="preserve"> feladatalapú finanszírozás bevezetése. </w:t>
      </w:r>
      <w:r>
        <w:rPr>
          <w:rFonts w:ascii="Arial" w:hAnsi="Arial" w:cs="Arial"/>
          <w:sz w:val="24"/>
        </w:rPr>
        <w:t xml:space="preserve">Ez utóbbi ugyanis a kötelezően ellátandó feladatok költségét nem fedezi. </w:t>
      </w:r>
    </w:p>
    <w:p w:rsidR="00DA2FB9" w:rsidRPr="000B301E" w:rsidRDefault="00DA2FB9" w:rsidP="005C3957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Jelenleg az államnak 16, 9 millió forint követelése van irányunkba a 2009/10 évben megvalósult EU forrásból pályázat útján </w:t>
      </w:r>
      <w:r>
        <w:rPr>
          <w:rFonts w:ascii="Arial" w:hAnsi="Arial" w:cs="Arial"/>
          <w:sz w:val="24"/>
        </w:rPr>
        <w:t xml:space="preserve">épített </w:t>
      </w:r>
      <w:r w:rsidRPr="000B301E">
        <w:rPr>
          <w:rFonts w:ascii="Arial" w:hAnsi="Arial" w:cs="Arial"/>
          <w:sz w:val="24"/>
        </w:rPr>
        <w:t xml:space="preserve"> játszótér támogatásának visszavonása miatt. Az ügy bírósági szakaszban van és várjuk a bíróság ránk nézve pozitív döntését a visszafizetéssel kapcsolatban. </w:t>
      </w:r>
    </w:p>
    <w:p w:rsidR="00DA2FB9" w:rsidRPr="000B301E" w:rsidRDefault="00DA2FB9" w:rsidP="005C3957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Amennyiben lehetőség nyílik rá, feltétlenül szándékozunk a település fejlesztésének érdekében minden pályázati lehetőséget megragadni, hogy a lakók által megszokott, és jogosan elvárt élhető európai település szintjét továbbra is fenn tudjuk tartani, illetve azon fejlesztéseket is végre tudjunk hajtani. Törekednünk kell </w:t>
      </w:r>
      <w:r>
        <w:rPr>
          <w:rFonts w:ascii="Arial" w:hAnsi="Arial" w:cs="Arial"/>
          <w:sz w:val="24"/>
        </w:rPr>
        <w:t>c</w:t>
      </w:r>
      <w:r w:rsidRPr="000B301E">
        <w:rPr>
          <w:rFonts w:ascii="Arial" w:hAnsi="Arial" w:cs="Arial"/>
          <w:sz w:val="24"/>
        </w:rPr>
        <w:t xml:space="preserve">ivilszervezetek létrehozásának ösztönzésére. </w:t>
      </w:r>
    </w:p>
    <w:p w:rsidR="00DA2FB9" w:rsidRDefault="00DA2FB9" w:rsidP="004A7790">
      <w:pPr>
        <w:jc w:val="both"/>
        <w:rPr>
          <w:rFonts w:ascii="Arial" w:hAnsi="Arial" w:cs="Arial"/>
          <w:sz w:val="24"/>
          <w:u w:val="single"/>
        </w:rPr>
      </w:pPr>
    </w:p>
    <w:p w:rsidR="00DA2FB9" w:rsidRPr="000B301E" w:rsidRDefault="00DA2FB9" w:rsidP="004A7790">
      <w:pPr>
        <w:jc w:val="both"/>
        <w:rPr>
          <w:rFonts w:ascii="Arial" w:hAnsi="Arial" w:cs="Arial"/>
          <w:sz w:val="24"/>
          <w:u w:val="single"/>
        </w:rPr>
      </w:pPr>
      <w:r w:rsidRPr="000B301E">
        <w:rPr>
          <w:rFonts w:ascii="Arial" w:hAnsi="Arial" w:cs="Arial"/>
          <w:sz w:val="24"/>
          <w:u w:val="single"/>
        </w:rPr>
        <w:t>3.Közintézményekre vonatkozó programterv</w:t>
      </w:r>
    </w:p>
    <w:p w:rsidR="00DA2FB9" w:rsidRDefault="00DA2FB9" w:rsidP="004A7790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A településen működő és társulási fenntartású óvoda megnyugtató létszámmal működik, jelenleg az ovi-bölcsi működése felfüggesztésre került. Azonban amint megfelelő számú jelentkező igényli, a gazdaságossági vizsgálat után szó lehet az újbóli </w:t>
      </w:r>
      <w:r>
        <w:rPr>
          <w:rFonts w:ascii="Arial" w:hAnsi="Arial" w:cs="Arial"/>
          <w:sz w:val="24"/>
        </w:rPr>
        <w:t>működtetésére.</w:t>
      </w:r>
      <w:r w:rsidRPr="000B301E">
        <w:rPr>
          <w:rFonts w:ascii="Arial" w:hAnsi="Arial" w:cs="Arial"/>
          <w:sz w:val="24"/>
        </w:rPr>
        <w:t xml:space="preserve"> Az óvod</w:t>
      </w:r>
      <w:r>
        <w:rPr>
          <w:rFonts w:ascii="Arial" w:hAnsi="Arial" w:cs="Arial"/>
          <w:sz w:val="24"/>
        </w:rPr>
        <w:t xml:space="preserve">ánál  is törekedni kell </w:t>
      </w:r>
      <w:r w:rsidRPr="000B301E">
        <w:rPr>
          <w:rFonts w:ascii="Arial" w:hAnsi="Arial" w:cs="Arial"/>
          <w:sz w:val="24"/>
        </w:rPr>
        <w:t xml:space="preserve"> minél hatékonyabb működtetésére. Alapvetően a társulás településeiről járnak a gyerekek az óvodába, azonban pár fő, aki Pápáról illetve a társuláson kívülről érkezik. A településen működő német nemzetiségi általános iskolát 2012 január 1-től a Klebe</w:t>
      </w:r>
      <w:r>
        <w:rPr>
          <w:rFonts w:ascii="Arial" w:hAnsi="Arial" w:cs="Arial"/>
          <w:sz w:val="24"/>
        </w:rPr>
        <w:t>ls</w:t>
      </w:r>
      <w:r w:rsidRPr="000B301E">
        <w:rPr>
          <w:rFonts w:ascii="Arial" w:hAnsi="Arial" w:cs="Arial"/>
          <w:sz w:val="24"/>
        </w:rPr>
        <w:t>be</w:t>
      </w:r>
      <w:r>
        <w:rPr>
          <w:rFonts w:ascii="Arial" w:hAnsi="Arial" w:cs="Arial"/>
          <w:sz w:val="24"/>
        </w:rPr>
        <w:t>rg Intézményfenntartó működteti, de az önkormányzat</w:t>
      </w:r>
      <w:r w:rsidRPr="000B301E">
        <w:rPr>
          <w:rFonts w:ascii="Arial" w:hAnsi="Arial" w:cs="Arial"/>
          <w:sz w:val="24"/>
        </w:rPr>
        <w:t xml:space="preserve"> épület fenntartási kötelezettsége megmaradt. Az épület korából és állapotából adódóan folyamatosan kisebb javítások, illetve nagyobb felújítások (homlokzat felújítása) szükségesek. A kisebb javítások beleférnek az önkormányzat költségvetésébe, azonban a komolyabb felújítások pályázati forrást igényelnek. </w:t>
      </w:r>
    </w:p>
    <w:p w:rsidR="00DA2FB9" w:rsidRPr="000B301E" w:rsidRDefault="00DA2FB9" w:rsidP="004A7790">
      <w:pPr>
        <w:ind w:firstLine="567"/>
        <w:jc w:val="both"/>
        <w:rPr>
          <w:rFonts w:ascii="Arial" w:hAnsi="Arial" w:cs="Arial"/>
          <w:sz w:val="24"/>
        </w:rPr>
      </w:pPr>
    </w:p>
    <w:p w:rsidR="00DA2FB9" w:rsidRPr="000B301E" w:rsidRDefault="00DA2FB9" w:rsidP="00CB5B16">
      <w:pPr>
        <w:jc w:val="both"/>
        <w:rPr>
          <w:rFonts w:ascii="Arial" w:hAnsi="Arial" w:cs="Arial"/>
          <w:sz w:val="24"/>
          <w:u w:val="single"/>
        </w:rPr>
      </w:pPr>
      <w:r w:rsidRPr="000B301E">
        <w:rPr>
          <w:rFonts w:ascii="Arial" w:hAnsi="Arial" w:cs="Arial"/>
          <w:sz w:val="24"/>
          <w:u w:val="single"/>
        </w:rPr>
        <w:t>4.Kultúrára és sportra vonatkozó programterv</w:t>
      </w:r>
    </w:p>
    <w:p w:rsidR="00DA2FB9" w:rsidRDefault="00DA2FB9" w:rsidP="007406FD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2015 évre pályázatot nyújtottunk be a Nemzeti Kulturális Intézet felé, 1 fő közösségi munkás településen történő foglalkoztatására. A beadott pályázat alapján 2015 március 16-tól 1 fő közösségi munkás és 1 fő közösségi koordinátor kezdte meg munkáját a településen, a Nemzeti Kulturális Intézet alkalmazásában. A település vezetése nagy lehetőséget lát a „közösségi munkások” tevékenységében. Hiszen a település lakói elvárják, hogy megfelelő szintű és számú kulturális rendezvény legyen a faluban. A közösségi munkás tevékenysége folytán, már ez</w:t>
      </w:r>
      <w:r>
        <w:rPr>
          <w:rFonts w:ascii="Arial" w:hAnsi="Arial" w:cs="Arial"/>
          <w:sz w:val="24"/>
        </w:rPr>
        <w:t xml:space="preserve"> </w:t>
      </w:r>
      <w:r w:rsidRPr="000B301E">
        <w:rPr>
          <w:rFonts w:ascii="Arial" w:hAnsi="Arial" w:cs="Arial"/>
          <w:sz w:val="24"/>
        </w:rPr>
        <w:t xml:space="preserve">alatt a rövid idő alatt is Húsvétváró Játszóház került megszervezésre, amelynek rendkívül jó vízhangja volt a kisgyermekes családok körében. Az elképzelések alapján 2015-ben az alábbi kulturális, illetve közösségi célú rendezvényeket tervezzük: Rajzpályázat szervezése, Föld Napja, Anyák napja, Gyereknap, Falunap, Testvér települési találkozó, Szüreti mulatság, Idősek napi megemlékezés. </w:t>
      </w:r>
    </w:p>
    <w:p w:rsidR="00DA2FB9" w:rsidRDefault="00DA2FB9" w:rsidP="007406FD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Fő célként tűzzük ki a helyi népszokások felelevenítését és a Helytörténeti Múzeum kialakítását. </w:t>
      </w:r>
      <w:r>
        <w:rPr>
          <w:rFonts w:ascii="Arial" w:hAnsi="Arial" w:cs="Arial"/>
          <w:sz w:val="24"/>
        </w:rPr>
        <w:t>A közösségi munkás</w:t>
      </w:r>
      <w:r w:rsidRPr="000B301E">
        <w:rPr>
          <w:rFonts w:ascii="Arial" w:hAnsi="Arial" w:cs="Arial"/>
          <w:sz w:val="24"/>
        </w:rPr>
        <w:t xml:space="preserve"> segíti a helyi nyugdí</w:t>
      </w:r>
      <w:r>
        <w:rPr>
          <w:rFonts w:ascii="Arial" w:hAnsi="Arial" w:cs="Arial"/>
          <w:sz w:val="24"/>
        </w:rPr>
        <w:t xml:space="preserve">jasklub tevékenységét is. </w:t>
      </w:r>
    </w:p>
    <w:p w:rsidR="00DA2FB9" w:rsidRPr="000B301E" w:rsidRDefault="00DA2FB9" w:rsidP="007406FD">
      <w:pPr>
        <w:ind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közösségi munkás munkaszerződése 1 év időtartamra szól, azonban bízunk benne, hogy a továbbiakban minden évben lesz lehetősége ez irányú pályázat benyújtására és továbbra is segítheti a kulturális életet a közösségi munkás. </w:t>
      </w:r>
      <w:r w:rsidRPr="000B301E">
        <w:rPr>
          <w:rFonts w:ascii="Arial" w:hAnsi="Arial" w:cs="Arial"/>
          <w:sz w:val="24"/>
        </w:rPr>
        <w:t xml:space="preserve">  </w:t>
      </w:r>
    </w:p>
    <w:p w:rsidR="00DA2FB9" w:rsidRDefault="00DA2FB9" w:rsidP="007406FD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Fő feladatként a nagypince előtti területen közpark kialakítását</w:t>
      </w:r>
      <w:r>
        <w:rPr>
          <w:rFonts w:ascii="Arial" w:hAnsi="Arial" w:cs="Arial"/>
          <w:sz w:val="24"/>
        </w:rPr>
        <w:t xml:space="preserve"> tervezzük</w:t>
      </w:r>
      <w:r w:rsidRPr="000B301E">
        <w:rPr>
          <w:rFonts w:ascii="Arial" w:hAnsi="Arial" w:cs="Arial"/>
          <w:sz w:val="24"/>
        </w:rPr>
        <w:t>, ahol kulturális rendezvények, programok, illetve fesztiválok lebonyolítás</w:t>
      </w:r>
      <w:r>
        <w:rPr>
          <w:rFonts w:ascii="Arial" w:hAnsi="Arial" w:cs="Arial"/>
          <w:sz w:val="24"/>
        </w:rPr>
        <w:t xml:space="preserve">a válik lehetővé. </w:t>
      </w:r>
      <w:r w:rsidRPr="000B301E">
        <w:rPr>
          <w:rFonts w:ascii="Arial" w:hAnsi="Arial" w:cs="Arial"/>
          <w:sz w:val="24"/>
        </w:rPr>
        <w:t xml:space="preserve"> Szorosan együttműködünk a helyi Német Nemzetiségi Önkormányzattal, valamint a település oktatási intézményeivel, </w:t>
      </w:r>
      <w:r>
        <w:rPr>
          <w:rFonts w:ascii="Arial" w:hAnsi="Arial" w:cs="Arial"/>
          <w:sz w:val="24"/>
        </w:rPr>
        <w:t xml:space="preserve">illetve </w:t>
      </w:r>
      <w:r w:rsidRPr="000B301E">
        <w:rPr>
          <w:rFonts w:ascii="Arial" w:hAnsi="Arial" w:cs="Arial"/>
          <w:sz w:val="24"/>
        </w:rPr>
        <w:t xml:space="preserve"> a Megyei Könyvtárral. A </w:t>
      </w:r>
      <w:r>
        <w:rPr>
          <w:rFonts w:ascii="Arial" w:hAnsi="Arial" w:cs="Arial"/>
          <w:sz w:val="24"/>
        </w:rPr>
        <w:t xml:space="preserve">település </w:t>
      </w:r>
      <w:r w:rsidRPr="000B301E">
        <w:rPr>
          <w:rFonts w:ascii="Arial" w:hAnsi="Arial" w:cs="Arial"/>
          <w:sz w:val="24"/>
        </w:rPr>
        <w:t xml:space="preserve"> honlapján folyamatosan tájékoztatjuk a lakosokat a kulturális programjainkról. A </w:t>
      </w:r>
      <w:r>
        <w:rPr>
          <w:rFonts w:ascii="Arial" w:hAnsi="Arial" w:cs="Arial"/>
          <w:sz w:val="24"/>
        </w:rPr>
        <w:t xml:space="preserve">község </w:t>
      </w:r>
      <w:r w:rsidRPr="000B301E">
        <w:rPr>
          <w:rFonts w:ascii="Arial" w:hAnsi="Arial" w:cs="Arial"/>
          <w:sz w:val="24"/>
        </w:rPr>
        <w:t xml:space="preserve"> lakosságát </w:t>
      </w:r>
      <w:r>
        <w:rPr>
          <w:rFonts w:ascii="Arial" w:hAnsi="Arial" w:cs="Arial"/>
          <w:sz w:val="24"/>
        </w:rPr>
        <w:t xml:space="preserve">bevonjuk </w:t>
      </w:r>
      <w:r w:rsidRPr="000B301E">
        <w:rPr>
          <w:rFonts w:ascii="Arial" w:hAnsi="Arial" w:cs="Arial"/>
          <w:sz w:val="24"/>
        </w:rPr>
        <w:t xml:space="preserve"> a programok s</w:t>
      </w:r>
      <w:r>
        <w:rPr>
          <w:rFonts w:ascii="Arial" w:hAnsi="Arial" w:cs="Arial"/>
          <w:sz w:val="24"/>
        </w:rPr>
        <w:t>zervezésébe és lebonyolításába, v</w:t>
      </w:r>
      <w:r w:rsidRPr="000B301E">
        <w:rPr>
          <w:rFonts w:ascii="Arial" w:hAnsi="Arial" w:cs="Arial"/>
          <w:sz w:val="24"/>
        </w:rPr>
        <w:t xml:space="preserve">alamint továbbra is </w:t>
      </w:r>
      <w:r>
        <w:rPr>
          <w:rFonts w:ascii="Arial" w:hAnsi="Arial" w:cs="Arial"/>
          <w:sz w:val="24"/>
        </w:rPr>
        <w:t xml:space="preserve">tartjuk a kapcsolatot </w:t>
      </w:r>
      <w:r w:rsidRPr="000B301E">
        <w:rPr>
          <w:rFonts w:ascii="Arial" w:hAnsi="Arial" w:cs="Arial"/>
          <w:sz w:val="24"/>
        </w:rPr>
        <w:t xml:space="preserve"> a testvértelepüléseinkkel: Tannheim-Németország, Vargyas-Erdély. A településen fiókkönyvtárként heti 2 alkalommal 3-3 órára könyvtár működik. A nyugdíjasklub havi 1 alkalommal tart összejövetelt, ahol a korosztályt érdeklő és érintő hasznos előadások, kézműves foglalkozások kerülnek lebonyolításra. A településen nagy hagyománya van a közös éneklésnek, kb. 10 éve működik a Pezsgő</w:t>
      </w:r>
      <w:r>
        <w:rPr>
          <w:rFonts w:ascii="Arial" w:hAnsi="Arial" w:cs="Arial"/>
          <w:sz w:val="24"/>
        </w:rPr>
        <w:t xml:space="preserve"> </w:t>
      </w:r>
      <w:r w:rsidRPr="000B301E">
        <w:rPr>
          <w:rFonts w:ascii="Arial" w:hAnsi="Arial" w:cs="Arial"/>
          <w:sz w:val="24"/>
        </w:rPr>
        <w:t>kórus, mely a helyi rendezvényeinken illetve vidéken is vállal fellépést. A közelmúltban a környező településekkel karöltve egy könnyedebb stílusú énekkar szerveződött, akik a falu illetve a környező települések rendezvényeire meghívásokat kapnak. A közelmúltban alakult egy tánccsoport, akik fellépéseikkel színesítik a helyi és vidéki rendezvényeket. A Homokbödögei Művészeti alapiskola kihelyezett tagozataként néptánc oktatás folyik az iskolában</w:t>
      </w:r>
      <w:r>
        <w:rPr>
          <w:rFonts w:ascii="Arial" w:hAnsi="Arial" w:cs="Arial"/>
          <w:sz w:val="24"/>
        </w:rPr>
        <w:t xml:space="preserve">, illetve </w:t>
      </w:r>
      <w:r w:rsidRPr="000B301E">
        <w:rPr>
          <w:rFonts w:ascii="Arial" w:hAnsi="Arial" w:cs="Arial"/>
          <w:sz w:val="24"/>
        </w:rPr>
        <w:t xml:space="preserve"> az Allegro alapiskola tagozataként zeneoktatás</w:t>
      </w:r>
      <w:r>
        <w:rPr>
          <w:rFonts w:ascii="Arial" w:hAnsi="Arial" w:cs="Arial"/>
          <w:sz w:val="24"/>
        </w:rPr>
        <w:t xml:space="preserve">. </w:t>
      </w:r>
      <w:r w:rsidRPr="000B301E">
        <w:rPr>
          <w:rFonts w:ascii="Arial" w:hAnsi="Arial" w:cs="Arial"/>
          <w:sz w:val="24"/>
        </w:rPr>
        <w:t xml:space="preserve"> Közelmúltba civil szerveződésből aerobik és gerinctorna is megvalósult. Pápakovácsiban a sportélet a Pápakovácsi sportegyesület berkein belül folyik. Az Egyesület férfi, illetve női tekézőket, asztaliteniszezőket, és futballistákat tömörít. Továbbra is szándékunkban áll a sportegyesület anyagi támogatása és ösztönözzük az egyesület vezetőségét új tagok, illetve sportágak felvételére, illetve bajnokságokon történő indulásra. </w:t>
      </w:r>
    </w:p>
    <w:p w:rsidR="00DA2FB9" w:rsidRPr="000B301E" w:rsidRDefault="00DA2FB9" w:rsidP="007406FD">
      <w:pPr>
        <w:ind w:firstLine="567"/>
        <w:jc w:val="both"/>
        <w:rPr>
          <w:rFonts w:ascii="Arial" w:hAnsi="Arial" w:cs="Arial"/>
          <w:sz w:val="24"/>
        </w:rPr>
      </w:pPr>
    </w:p>
    <w:p w:rsidR="00DA2FB9" w:rsidRPr="000B301E" w:rsidRDefault="00DA2FB9" w:rsidP="00B96FC4">
      <w:pPr>
        <w:jc w:val="both"/>
        <w:rPr>
          <w:rFonts w:ascii="Arial" w:hAnsi="Arial" w:cs="Arial"/>
          <w:sz w:val="24"/>
          <w:u w:val="single"/>
        </w:rPr>
      </w:pPr>
      <w:bookmarkStart w:id="0" w:name="_GoBack"/>
      <w:r w:rsidRPr="000B301E">
        <w:rPr>
          <w:rFonts w:ascii="Arial" w:hAnsi="Arial" w:cs="Arial"/>
          <w:sz w:val="24"/>
          <w:u w:val="single"/>
        </w:rPr>
        <w:t>5.Turizmus bevezetése és kialakítása</w:t>
      </w:r>
    </w:p>
    <w:bookmarkEnd w:id="0"/>
    <w:p w:rsidR="00DA2FB9" w:rsidRDefault="00DA2FB9" w:rsidP="007406FD">
      <w:pPr>
        <w:ind w:firstLine="567"/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Fejlesztenünk kell a település turisztikai arculatát, különösen kiemelten kell kezelni azokat</w:t>
      </w:r>
      <w:r>
        <w:rPr>
          <w:rFonts w:ascii="Arial" w:hAnsi="Arial" w:cs="Arial"/>
          <w:sz w:val="24"/>
        </w:rPr>
        <w:t xml:space="preserve">, </w:t>
      </w:r>
      <w:r w:rsidRPr="000B301E">
        <w:rPr>
          <w:rFonts w:ascii="Arial" w:hAnsi="Arial" w:cs="Arial"/>
          <w:sz w:val="24"/>
        </w:rPr>
        <w:t xml:space="preserve"> kiemelkedő jelentőséggel bírnak. Hiszen amellett, hogy a településen nagy az átmenő forgalom</w:t>
      </w:r>
      <w:r>
        <w:rPr>
          <w:rFonts w:ascii="Arial" w:hAnsi="Arial" w:cs="Arial"/>
          <w:sz w:val="24"/>
        </w:rPr>
        <w:t xml:space="preserve">, </w:t>
      </w:r>
      <w:r w:rsidRPr="000B301E">
        <w:rPr>
          <w:rFonts w:ascii="Arial" w:hAnsi="Arial" w:cs="Arial"/>
          <w:sz w:val="24"/>
        </w:rPr>
        <w:t xml:space="preserve"> Pápakovácsit érinti a Mária út, illetve egy az elkövetkezendőkbe kialakítandó gyalogos és kerékpáros turista útvonal. Nagy jelentőségűnek tartjuk, hogy az eddig meglévő turistaszálláshelyeken kívül két új falusi szálláshely létesült. </w:t>
      </w:r>
      <w:r>
        <w:rPr>
          <w:rFonts w:ascii="Arial" w:hAnsi="Arial" w:cs="Arial"/>
          <w:sz w:val="24"/>
        </w:rPr>
        <w:t xml:space="preserve">A szálláshelyek  </w:t>
      </w:r>
      <w:r w:rsidRPr="000B301E">
        <w:rPr>
          <w:rFonts w:ascii="Arial" w:hAnsi="Arial" w:cs="Arial"/>
          <w:sz w:val="24"/>
        </w:rPr>
        <w:t xml:space="preserve"> ugyan magánkézbe működnek, de úgy gondoljuk, hogy egymás munkáját </w:t>
      </w:r>
      <w:r>
        <w:rPr>
          <w:rFonts w:ascii="Arial" w:hAnsi="Arial" w:cs="Arial"/>
          <w:sz w:val="24"/>
        </w:rPr>
        <w:t xml:space="preserve">támogatva </w:t>
      </w:r>
      <w:r w:rsidRPr="000B301E">
        <w:rPr>
          <w:rFonts w:ascii="Arial" w:hAnsi="Arial" w:cs="Arial"/>
          <w:sz w:val="24"/>
        </w:rPr>
        <w:t xml:space="preserve"> elősegíthetjük a turizmus fellendülését a településen. Kiemelt turisztikai látványosság Pápakovácsi Attya</w:t>
      </w:r>
      <w:r>
        <w:rPr>
          <w:rFonts w:ascii="Arial" w:hAnsi="Arial" w:cs="Arial"/>
          <w:sz w:val="24"/>
        </w:rPr>
        <w:t xml:space="preserve"> </w:t>
      </w:r>
      <w:r w:rsidRPr="000B301E">
        <w:rPr>
          <w:rFonts w:ascii="Arial" w:hAnsi="Arial" w:cs="Arial"/>
          <w:sz w:val="24"/>
        </w:rPr>
        <w:t>puszta</w:t>
      </w:r>
      <w:r>
        <w:rPr>
          <w:rFonts w:ascii="Arial" w:hAnsi="Arial" w:cs="Arial"/>
          <w:sz w:val="24"/>
        </w:rPr>
        <w:t>i</w:t>
      </w:r>
      <w:r w:rsidRPr="000B301E">
        <w:rPr>
          <w:rFonts w:ascii="Arial" w:hAnsi="Arial" w:cs="Arial"/>
          <w:sz w:val="24"/>
        </w:rPr>
        <w:t xml:space="preserve"> Láprét, amely természetvédelmi terület, és a</w:t>
      </w:r>
      <w:r>
        <w:rPr>
          <w:rFonts w:ascii="Arial" w:hAnsi="Arial" w:cs="Arial"/>
          <w:sz w:val="24"/>
        </w:rPr>
        <w:t xml:space="preserve"> területen a </w:t>
      </w:r>
      <w:r w:rsidRPr="000B301E">
        <w:rPr>
          <w:rFonts w:ascii="Arial" w:hAnsi="Arial" w:cs="Arial"/>
          <w:sz w:val="24"/>
        </w:rPr>
        <w:t xml:space="preserve"> Balaton felvidéki Nemzeti Park </w:t>
      </w:r>
      <w:r>
        <w:rPr>
          <w:rFonts w:ascii="Arial" w:hAnsi="Arial" w:cs="Arial"/>
          <w:sz w:val="24"/>
        </w:rPr>
        <w:t xml:space="preserve">- </w:t>
      </w:r>
      <w:r w:rsidRPr="000B301E">
        <w:rPr>
          <w:rFonts w:ascii="Arial" w:hAnsi="Arial" w:cs="Arial"/>
          <w:sz w:val="24"/>
        </w:rPr>
        <w:t xml:space="preserve"> pályázat </w:t>
      </w:r>
      <w:r>
        <w:rPr>
          <w:rFonts w:ascii="Arial" w:hAnsi="Arial" w:cs="Arial"/>
          <w:sz w:val="24"/>
        </w:rPr>
        <w:t xml:space="preserve">útján - </w:t>
      </w:r>
      <w:r w:rsidRPr="000B301E">
        <w:rPr>
          <w:rFonts w:ascii="Arial" w:hAnsi="Arial" w:cs="Arial"/>
          <w:sz w:val="24"/>
        </w:rPr>
        <w:t xml:space="preserve"> tanösvényt alakított ki. A láprétet terveink szerint a helyi értéktár alapítása után szeretnénk az értéktárba bevonni. </w:t>
      </w:r>
    </w:p>
    <w:p w:rsidR="00DA2FB9" w:rsidRPr="000B301E" w:rsidRDefault="00DA2FB9" w:rsidP="007406FD">
      <w:pPr>
        <w:ind w:firstLine="567"/>
        <w:jc w:val="both"/>
        <w:rPr>
          <w:rFonts w:ascii="Arial" w:hAnsi="Arial" w:cs="Arial"/>
          <w:sz w:val="24"/>
        </w:rPr>
      </w:pPr>
    </w:p>
    <w:p w:rsidR="00DA2FB9" w:rsidRPr="000B301E" w:rsidRDefault="00DA2FB9" w:rsidP="00B45B40">
      <w:pPr>
        <w:jc w:val="both"/>
        <w:rPr>
          <w:rFonts w:ascii="Arial" w:hAnsi="Arial" w:cs="Arial"/>
          <w:sz w:val="24"/>
          <w:u w:val="single"/>
        </w:rPr>
      </w:pPr>
      <w:r w:rsidRPr="000B301E">
        <w:rPr>
          <w:rFonts w:ascii="Arial" w:hAnsi="Arial" w:cs="Arial"/>
          <w:sz w:val="24"/>
          <w:u w:val="single"/>
        </w:rPr>
        <w:t>6.Egyes közszolgáltatások biztosítása: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vízrendezés és csapadék elvezetése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köztemető fenntartása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helyi közutak és közterületek fenntartása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köztisztaság és településtisztaság fenntartása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helyi tűzvédelem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közbiztonság helyi feladatainak ellátása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gondoskodás bölcsödéről, óvodáról, alapoktatásról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egészségügyi ellátásról gondoskodás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gondoskodás szociális ellátásról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gyermekek és ifjúság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 xml:space="preserve">közösségi terek 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közművelődési, tudományos művészeti tevékenység és sport támogatás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a nemzeti és etnikai kisebbségek jogainak érvényesítésének biztosítása</w:t>
      </w:r>
    </w:p>
    <w:p w:rsidR="00DA2FB9" w:rsidRPr="000B301E" w:rsidRDefault="00DA2FB9" w:rsidP="00B45B4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0B301E">
        <w:rPr>
          <w:rFonts w:ascii="Arial" w:hAnsi="Arial" w:cs="Arial"/>
          <w:sz w:val="24"/>
        </w:rPr>
        <w:t>egészséges életmód elősegítése</w:t>
      </w:r>
    </w:p>
    <w:p w:rsidR="00DA2FB9" w:rsidRDefault="00DA2FB9" w:rsidP="00B45B40">
      <w:pPr>
        <w:pStyle w:val="ListParagraph"/>
        <w:jc w:val="both"/>
        <w:rPr>
          <w:rFonts w:ascii="Arial" w:hAnsi="Arial" w:cs="Arial"/>
          <w:sz w:val="24"/>
        </w:rPr>
      </w:pPr>
    </w:p>
    <w:p w:rsidR="00DA2FB9" w:rsidRPr="00C5467A" w:rsidRDefault="00DA2FB9" w:rsidP="00C5467A">
      <w:pPr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C5467A">
        <w:rPr>
          <w:rFonts w:ascii="Arial" w:hAnsi="Arial" w:cs="Arial"/>
          <w:b/>
          <w:sz w:val="24"/>
          <w:szCs w:val="24"/>
          <w:lang w:eastAsia="hu-HU"/>
        </w:rPr>
        <w:t>Zárszó</w:t>
      </w:r>
    </w:p>
    <w:p w:rsidR="00DA2FB9" w:rsidRPr="00C5467A" w:rsidRDefault="00DA2FB9" w:rsidP="00C5467A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Összefoglalva, a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z önkormányzat alapvető célja az, hogy a </w:t>
      </w:r>
      <w:r>
        <w:rPr>
          <w:rFonts w:ascii="Arial" w:hAnsi="Arial" w:cs="Arial"/>
          <w:sz w:val="24"/>
          <w:szCs w:val="24"/>
          <w:lang w:eastAsia="hu-HU"/>
        </w:rPr>
        <w:t xml:space="preserve">települési 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 infrastruktúra fejlesztésével, a közszolgáltatások színvonalának emelésével javítsa a </w:t>
      </w:r>
      <w:r>
        <w:rPr>
          <w:rFonts w:ascii="Arial" w:hAnsi="Arial" w:cs="Arial"/>
          <w:sz w:val="24"/>
          <w:szCs w:val="24"/>
          <w:lang w:eastAsia="hu-HU"/>
        </w:rPr>
        <w:t xml:space="preserve">község 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 polgárainak életminőségét.  Ebben a törekvésében az önkormányzat számít a </w:t>
      </w:r>
      <w:r>
        <w:rPr>
          <w:rFonts w:ascii="Arial" w:hAnsi="Arial" w:cs="Arial"/>
          <w:sz w:val="24"/>
          <w:szCs w:val="24"/>
          <w:lang w:eastAsia="hu-HU"/>
        </w:rPr>
        <w:t>település</w:t>
      </w:r>
      <w:r w:rsidRPr="00C5467A">
        <w:rPr>
          <w:rFonts w:ascii="Arial" w:hAnsi="Arial" w:cs="Arial"/>
          <w:sz w:val="24"/>
          <w:szCs w:val="24"/>
          <w:lang w:eastAsia="hu-HU"/>
        </w:rPr>
        <w:t xml:space="preserve"> polgárainak, az itt működő vállalkozásoknak, a civil szervezeteknek és az itt érdekelt közszolgáltatóknak, az állami és önkormányzati intézmények minden munkatársának aktív részvételére és konstruktív együttműködésére. Az önkormányzat törekszik arra, hogy a különböző erőket és tevékenységeket a lehető legnagyobb mértékben összehangolja,  minden itt élő, itt dolgozó vagy ide látogató ember közös java érdekében.</w:t>
      </w:r>
    </w:p>
    <w:p w:rsidR="00DA2FB9" w:rsidRPr="00C5467A" w:rsidRDefault="00DA2FB9" w:rsidP="00C5467A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Pápakovácsi 2015. március 30.</w:t>
      </w:r>
    </w:p>
    <w:p w:rsidR="00DA2FB9" w:rsidRPr="00C5467A" w:rsidRDefault="00DA2FB9" w:rsidP="00C5467A">
      <w:pPr>
        <w:ind w:left="6381"/>
        <w:rPr>
          <w:rFonts w:ascii="Arial" w:hAnsi="Arial" w:cs="Arial"/>
          <w:sz w:val="24"/>
          <w:szCs w:val="24"/>
          <w:lang w:eastAsia="hu-HU"/>
        </w:rPr>
      </w:pPr>
      <w:r w:rsidRPr="00C5467A">
        <w:rPr>
          <w:rFonts w:ascii="Arial" w:hAnsi="Arial" w:cs="Arial"/>
          <w:sz w:val="24"/>
          <w:szCs w:val="24"/>
          <w:lang w:eastAsia="hu-HU"/>
        </w:rPr>
        <w:t>Burghardt Ferenc</w:t>
      </w:r>
    </w:p>
    <w:p w:rsidR="00DA2FB9" w:rsidRPr="00C5467A" w:rsidRDefault="00DA2FB9" w:rsidP="00C5467A">
      <w:pPr>
        <w:ind w:left="6381"/>
        <w:rPr>
          <w:rFonts w:ascii="Arial" w:hAnsi="Arial" w:cs="Arial"/>
          <w:sz w:val="24"/>
          <w:szCs w:val="24"/>
          <w:lang w:eastAsia="hu-HU"/>
        </w:rPr>
      </w:pPr>
      <w:r w:rsidRPr="00C5467A">
        <w:rPr>
          <w:rFonts w:ascii="Arial" w:hAnsi="Arial" w:cs="Arial"/>
          <w:sz w:val="24"/>
          <w:szCs w:val="24"/>
          <w:lang w:eastAsia="hu-HU"/>
        </w:rPr>
        <w:t xml:space="preserve">  polgármester</w:t>
      </w:r>
    </w:p>
    <w:p w:rsidR="00DA2FB9" w:rsidRPr="00C5467A" w:rsidRDefault="00DA2FB9" w:rsidP="00C5467A">
      <w:pPr>
        <w:rPr>
          <w:rFonts w:ascii="Arial" w:hAnsi="Arial" w:cs="Arial"/>
          <w:sz w:val="24"/>
          <w:szCs w:val="24"/>
          <w:lang w:eastAsia="hu-HU"/>
        </w:rPr>
      </w:pPr>
    </w:p>
    <w:p w:rsidR="00DA2FB9" w:rsidRPr="000B301E" w:rsidRDefault="00DA2FB9" w:rsidP="00B45B40">
      <w:pPr>
        <w:pStyle w:val="ListParagraph"/>
        <w:jc w:val="both"/>
        <w:rPr>
          <w:rFonts w:ascii="Arial" w:hAnsi="Arial" w:cs="Arial"/>
          <w:sz w:val="24"/>
        </w:rPr>
      </w:pPr>
    </w:p>
    <w:sectPr w:rsidR="00DA2FB9" w:rsidRPr="000B301E" w:rsidSect="007406FD">
      <w:footerReference w:type="even" r:id="rId7"/>
      <w:foot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FB9" w:rsidRDefault="00DA2FB9">
      <w:r>
        <w:separator/>
      </w:r>
    </w:p>
  </w:endnote>
  <w:endnote w:type="continuationSeparator" w:id="0">
    <w:p w:rsidR="00DA2FB9" w:rsidRDefault="00DA2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FB9" w:rsidRDefault="00DA2FB9" w:rsidP="00AA4C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2FB9" w:rsidRDefault="00DA2F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FB9" w:rsidRDefault="00DA2FB9" w:rsidP="00AA4C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A2FB9" w:rsidRDefault="00DA2F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FB9" w:rsidRDefault="00DA2FB9">
      <w:r>
        <w:separator/>
      </w:r>
    </w:p>
  </w:footnote>
  <w:footnote w:type="continuationSeparator" w:id="0">
    <w:p w:rsidR="00DA2FB9" w:rsidRDefault="00DA2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3459C"/>
    <w:multiLevelType w:val="hybridMultilevel"/>
    <w:tmpl w:val="6BFAD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F4D"/>
    <w:rsid w:val="00091519"/>
    <w:rsid w:val="000B301E"/>
    <w:rsid w:val="001743ED"/>
    <w:rsid w:val="001B0F9E"/>
    <w:rsid w:val="001E22FF"/>
    <w:rsid w:val="0021208B"/>
    <w:rsid w:val="002854DF"/>
    <w:rsid w:val="00324EBC"/>
    <w:rsid w:val="003953C9"/>
    <w:rsid w:val="003C7068"/>
    <w:rsid w:val="003D53C8"/>
    <w:rsid w:val="003F29CA"/>
    <w:rsid w:val="00416F4D"/>
    <w:rsid w:val="00457B39"/>
    <w:rsid w:val="004A7790"/>
    <w:rsid w:val="00504BAE"/>
    <w:rsid w:val="00566681"/>
    <w:rsid w:val="005A09A4"/>
    <w:rsid w:val="005C3957"/>
    <w:rsid w:val="006C1FD7"/>
    <w:rsid w:val="00714DEB"/>
    <w:rsid w:val="007406FD"/>
    <w:rsid w:val="00811E84"/>
    <w:rsid w:val="0082371F"/>
    <w:rsid w:val="008735DF"/>
    <w:rsid w:val="008A1C46"/>
    <w:rsid w:val="00907A41"/>
    <w:rsid w:val="00974593"/>
    <w:rsid w:val="009D34C0"/>
    <w:rsid w:val="00AA4C9A"/>
    <w:rsid w:val="00AB0F0D"/>
    <w:rsid w:val="00B31144"/>
    <w:rsid w:val="00B45B40"/>
    <w:rsid w:val="00B96FC4"/>
    <w:rsid w:val="00C367CA"/>
    <w:rsid w:val="00C371AD"/>
    <w:rsid w:val="00C5467A"/>
    <w:rsid w:val="00CB5B16"/>
    <w:rsid w:val="00D42625"/>
    <w:rsid w:val="00DA2FB9"/>
    <w:rsid w:val="00EF6FE0"/>
    <w:rsid w:val="00F0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5B4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57B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57B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1171</Words>
  <Characters>8081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 a Pápai Járáson belül központi fekvésűnek minősül, mert főútvonal mellett helyezkedik el</dc:title>
  <dc:subject/>
  <dc:creator>user</dc:creator>
  <cp:keywords/>
  <dc:description/>
  <cp:lastModifiedBy>Pápakovácsi</cp:lastModifiedBy>
  <cp:revision>3</cp:revision>
  <dcterms:created xsi:type="dcterms:W3CDTF">2015-04-09T08:04:00Z</dcterms:created>
  <dcterms:modified xsi:type="dcterms:W3CDTF">2015-04-13T14:40:00Z</dcterms:modified>
</cp:coreProperties>
</file>